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54610E" w:rsidRPr="0092721B" w:rsidRDefault="0054610E" w:rsidP="0054610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 w:rsidR="00DA0A03">
        <w:rPr>
          <w:b/>
          <w:u w:val="single"/>
        </w:rPr>
        <w:t>12</w:t>
      </w:r>
      <w:r w:rsidRPr="0092721B">
        <w:rPr>
          <w:b/>
          <w:u w:val="single"/>
        </w:rPr>
        <w:t>/2016</w:t>
      </w:r>
    </w:p>
    <w:p w:rsidR="0054610E" w:rsidRPr="0092721B" w:rsidRDefault="0054610E" w:rsidP="0054610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 w:rsidR="008F4FDE">
        <w:rPr>
          <w:b/>
          <w:u w:val="single"/>
        </w:rPr>
        <w:t>0</w:t>
      </w:r>
      <w:r w:rsidR="00DA0A03">
        <w:rPr>
          <w:b/>
          <w:u w:val="single"/>
        </w:rPr>
        <w:t>40527</w:t>
      </w:r>
      <w:r w:rsidRPr="0092721B">
        <w:rPr>
          <w:b/>
          <w:u w:val="single"/>
        </w:rPr>
        <w:t>/201</w:t>
      </w:r>
      <w:r w:rsidR="008F4FDE">
        <w:rPr>
          <w:b/>
          <w:u w:val="single"/>
        </w:rPr>
        <w:t>6</w:t>
      </w:r>
      <w:r w:rsidRPr="0092721B">
        <w:rPr>
          <w:b/>
          <w:u w:val="single"/>
        </w:rPr>
        <w:t>-</w:t>
      </w:r>
      <w:r w:rsidR="00DA0A03">
        <w:rPr>
          <w:b/>
          <w:u w:val="single"/>
        </w:rPr>
        <w:t>84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bookmarkStart w:id="0" w:name="_GoBack"/>
      <w:bookmarkEnd w:id="0"/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E00A0"/>
    <w:rsid w:val="003E5293"/>
    <w:rsid w:val="003F180C"/>
    <w:rsid w:val="00472E6F"/>
    <w:rsid w:val="004958E4"/>
    <w:rsid w:val="0054610E"/>
    <w:rsid w:val="00547E1B"/>
    <w:rsid w:val="00647853"/>
    <w:rsid w:val="006A0FD6"/>
    <w:rsid w:val="008F4FDE"/>
    <w:rsid w:val="00962073"/>
    <w:rsid w:val="00A916DC"/>
    <w:rsid w:val="00B07A86"/>
    <w:rsid w:val="00BD3BC0"/>
    <w:rsid w:val="00BF3FE6"/>
    <w:rsid w:val="00C75B5E"/>
    <w:rsid w:val="00CD3AB6"/>
    <w:rsid w:val="00D019A9"/>
    <w:rsid w:val="00D07027"/>
    <w:rsid w:val="00DA0A03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</cp:revision>
  <cp:lastPrinted>2016-10-11T12:31:00Z</cp:lastPrinted>
  <dcterms:created xsi:type="dcterms:W3CDTF">2016-10-17T13:26:00Z</dcterms:created>
  <dcterms:modified xsi:type="dcterms:W3CDTF">2016-10-17T13:26:00Z</dcterms:modified>
</cp:coreProperties>
</file>