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8E773" w14:textId="77777777" w:rsidR="003F77A5" w:rsidRPr="0092721B" w:rsidRDefault="003F77A5" w:rsidP="00602FBE">
      <w:pPr>
        <w:rPr>
          <w:rFonts w:ascii="Times New Roman" w:hAnsi="Times New Roman" w:cs="Times New Roman"/>
          <w:b/>
          <w:bCs/>
          <w:sz w:val="24"/>
        </w:rPr>
      </w:pPr>
    </w:p>
    <w:p w14:paraId="33FAAEE7" w14:textId="77777777"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14:paraId="3314AA63" w14:textId="77777777"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14:anchorId="138C057B" wp14:editId="7DBB066A">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D962F8" w14:textId="77777777"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14:paraId="40B6971D" w14:textId="77777777"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14:paraId="37D01744" w14:textId="77777777"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14:paraId="45195C7A" w14:textId="77777777"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14:paraId="78FD86D0" w14:textId="77777777"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14:paraId="2D7FE6C8" w14:textId="77777777" w:rsidR="006A07B1" w:rsidRPr="0092721B" w:rsidRDefault="006A07B1" w:rsidP="009756B3">
      <w:pPr>
        <w:tabs>
          <w:tab w:val="left" w:pos="1418"/>
        </w:tabs>
        <w:spacing w:line="360" w:lineRule="auto"/>
        <w:jc w:val="center"/>
        <w:rPr>
          <w:rFonts w:ascii="Times New Roman" w:hAnsi="Times New Roman" w:cs="Times New Roman"/>
          <w:b/>
          <w:iCs/>
          <w:sz w:val="24"/>
        </w:rPr>
      </w:pPr>
    </w:p>
    <w:p w14:paraId="24509236" w14:textId="77777777" w:rsidR="006A07B1" w:rsidRPr="0092721B" w:rsidRDefault="006A07B1" w:rsidP="009756B3">
      <w:pPr>
        <w:tabs>
          <w:tab w:val="left" w:pos="1418"/>
        </w:tabs>
        <w:spacing w:line="360" w:lineRule="auto"/>
        <w:jc w:val="center"/>
        <w:rPr>
          <w:rFonts w:ascii="Times New Roman" w:hAnsi="Times New Roman" w:cs="Times New Roman"/>
          <w:b/>
          <w:iCs/>
          <w:sz w:val="24"/>
        </w:rPr>
      </w:pPr>
    </w:p>
    <w:p w14:paraId="1EC55688" w14:textId="437F7E74" w:rsidR="006A07B1" w:rsidRPr="0092721B" w:rsidRDefault="00F34CA4"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EDITAL DE LICITAÇÃO</w:t>
      </w:r>
      <w:r w:rsidR="006632EC" w:rsidRPr="0092721B">
        <w:rPr>
          <w:rFonts w:ascii="Times New Roman" w:hAnsi="Times New Roman" w:cs="Times New Roman"/>
          <w:b/>
          <w:sz w:val="24"/>
          <w:u w:val="single"/>
        </w:rPr>
        <w:t xml:space="preserve"> </w:t>
      </w:r>
    </w:p>
    <w:p w14:paraId="13956B03" w14:textId="459796AA" w:rsidR="006A07B1" w:rsidRPr="0092721B" w:rsidRDefault="006A07B1"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PREGÃO ELETRÔNICO SRP UFPB/CPL-PU Nº 00</w:t>
      </w:r>
      <w:r w:rsidR="00011730" w:rsidRPr="0092721B">
        <w:rPr>
          <w:rFonts w:ascii="Times New Roman" w:hAnsi="Times New Roman" w:cs="Times New Roman"/>
          <w:b/>
          <w:sz w:val="24"/>
          <w:u w:val="single"/>
        </w:rPr>
        <w:t>9</w:t>
      </w:r>
      <w:r w:rsidRPr="0092721B">
        <w:rPr>
          <w:rFonts w:ascii="Times New Roman" w:hAnsi="Times New Roman" w:cs="Times New Roman"/>
          <w:b/>
          <w:sz w:val="24"/>
          <w:u w:val="single"/>
        </w:rPr>
        <w:t>/2016</w:t>
      </w:r>
    </w:p>
    <w:p w14:paraId="66371021" w14:textId="4455DD86" w:rsidR="006A07B1" w:rsidRPr="0092721B" w:rsidRDefault="006A07B1"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PROCESSO ADMINISTRATIVO Nº 23074.0</w:t>
      </w:r>
      <w:r w:rsidR="00011730" w:rsidRPr="0092721B">
        <w:rPr>
          <w:rFonts w:ascii="Times New Roman" w:hAnsi="Times New Roman" w:cs="Times New Roman"/>
          <w:b/>
          <w:sz w:val="24"/>
          <w:u w:val="single"/>
        </w:rPr>
        <w:t>29970</w:t>
      </w:r>
      <w:r w:rsidRPr="0092721B">
        <w:rPr>
          <w:rFonts w:ascii="Times New Roman" w:hAnsi="Times New Roman" w:cs="Times New Roman"/>
          <w:b/>
          <w:sz w:val="24"/>
          <w:u w:val="single"/>
        </w:rPr>
        <w:t>/2016-</w:t>
      </w:r>
      <w:r w:rsidR="00011730" w:rsidRPr="0092721B">
        <w:rPr>
          <w:rFonts w:ascii="Times New Roman" w:hAnsi="Times New Roman" w:cs="Times New Roman"/>
          <w:b/>
          <w:sz w:val="24"/>
          <w:u w:val="single"/>
        </w:rPr>
        <w:t>02</w:t>
      </w:r>
    </w:p>
    <w:p w14:paraId="6972AB1C" w14:textId="77777777"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14:paraId="6F1B4B4D" w14:textId="77777777"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14:paraId="0524CC07" w14:textId="08BACE56" w:rsidR="006A07B1" w:rsidRPr="0092721B" w:rsidRDefault="006A07B1" w:rsidP="009756B3">
      <w:pPr>
        <w:tabs>
          <w:tab w:val="left" w:pos="1418"/>
        </w:tabs>
        <w:snapToGrid w:val="0"/>
        <w:spacing w:line="360" w:lineRule="auto"/>
        <w:ind w:right="-30"/>
        <w:jc w:val="both"/>
        <w:rPr>
          <w:rFonts w:ascii="Times New Roman" w:hAnsi="Times New Roman" w:cs="Times New Roman"/>
          <w:sz w:val="24"/>
        </w:rPr>
      </w:pPr>
      <w:r w:rsidRPr="0092721B">
        <w:rPr>
          <w:rFonts w:ascii="Times New Roman" w:hAnsi="Times New Roman" w:cs="Times New Roman"/>
          <w:sz w:val="24"/>
        </w:rPr>
        <w:t xml:space="preserve">Torna-se público, para conhecimento dos interessados, que a Universidade Federal da Paraíba – UFPB, </w:t>
      </w:r>
      <w:r w:rsidRPr="0092721B">
        <w:rPr>
          <w:rFonts w:ascii="Times New Roman" w:hAnsi="Times New Roman" w:cs="Times New Roman"/>
          <w:bCs/>
          <w:sz w:val="24"/>
        </w:rPr>
        <w:t xml:space="preserve">por intermédio do Pregoeiro designado pela </w:t>
      </w:r>
      <w:r w:rsidR="00011730" w:rsidRPr="0092721B">
        <w:rPr>
          <w:rFonts w:ascii="Times New Roman" w:hAnsi="Times New Roman" w:cs="Times New Roman"/>
          <w:bCs/>
          <w:sz w:val="24"/>
        </w:rPr>
        <w:t>PORTARIA/UFPB/PU nº 021/2016, de 10 de abril de 2016</w:t>
      </w:r>
      <w:r w:rsidRPr="0092721B">
        <w:rPr>
          <w:rFonts w:ascii="Times New Roman" w:hAnsi="Times New Roman" w:cs="Times New Roman"/>
          <w:bCs/>
          <w:sz w:val="24"/>
        </w:rPr>
        <w:t xml:space="preserve">, </w:t>
      </w:r>
      <w:r w:rsidRPr="0092721B">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92721B">
        <w:rPr>
          <w:rFonts w:ascii="Times New Roman" w:hAnsi="Times New Roman" w:cs="Times New Roman"/>
          <w:bCs/>
          <w:sz w:val="24"/>
        </w:rPr>
        <w:t xml:space="preserve">PREGÃO, </w:t>
      </w:r>
      <w:r w:rsidRPr="0092721B">
        <w:rPr>
          <w:rFonts w:ascii="Times New Roman" w:hAnsi="Times New Roman" w:cs="Times New Roman"/>
          <w:sz w:val="24"/>
        </w:rPr>
        <w:t>na forma</w:t>
      </w:r>
      <w:r w:rsidRPr="0092721B">
        <w:rPr>
          <w:rFonts w:ascii="Times New Roman" w:hAnsi="Times New Roman" w:cs="Times New Roman"/>
          <w:bCs/>
          <w:sz w:val="24"/>
        </w:rPr>
        <w:t xml:space="preserve"> ELETRÔNICA, </w:t>
      </w:r>
      <w:r w:rsidRPr="0092721B">
        <w:rPr>
          <w:rFonts w:ascii="Times New Roman" w:hAnsi="Times New Roman" w:cs="Times New Roman"/>
          <w:b/>
          <w:bCs/>
          <w:sz w:val="24"/>
        </w:rPr>
        <w:t>do</w:t>
      </w:r>
      <w:r w:rsidRPr="0092721B">
        <w:rPr>
          <w:rFonts w:ascii="Times New Roman" w:hAnsi="Times New Roman" w:cs="Times New Roman"/>
          <w:b/>
          <w:sz w:val="24"/>
        </w:rPr>
        <w:t xml:space="preserve"> </w:t>
      </w:r>
      <w:r w:rsidRPr="0092721B">
        <w:rPr>
          <w:rFonts w:ascii="Times New Roman" w:hAnsi="Times New Roman" w:cs="Times New Roman"/>
          <w:b/>
          <w:bCs/>
          <w:iCs/>
          <w:sz w:val="24"/>
        </w:rPr>
        <w:t>tipo menor preço global anual por grupo</w:t>
      </w:r>
      <w:r w:rsidRPr="0092721B">
        <w:rPr>
          <w:rFonts w:ascii="Times New Roman" w:hAnsi="Times New Roman" w:cs="Times New Roman"/>
          <w:b/>
          <w:bCs/>
          <w:sz w:val="24"/>
        </w:rPr>
        <w:t>,</w:t>
      </w:r>
      <w:r w:rsidRPr="0092721B">
        <w:rPr>
          <w:rFonts w:ascii="Times New Roman" w:hAnsi="Times New Roman" w:cs="Times New Roman"/>
          <w:sz w:val="24"/>
        </w:rPr>
        <w:t xml:space="preserve"> nos termos da Lei nº 10.520, de 17 de julho de 2002, do Decreto nº 5.450, de 31 de maio de 2005; do Decreto nº 7.892, de 23 de janeiro de 2013, do Decreto 2.271, de 07 de julho de 1997, das Instruções Normativas SLTI/MPOG nº 02, de 30 de abril de 2008, e nº 02, de 11 de outubro de 2010, da Lei Complementar n° 123, de 14 de dezembro de 2006, da Lei nº 11.488, de 15 de junho de 2007, do Decreto n° 8.538, de 06 de outubro de 2015, aplicando-se, subsidiariamente, a Lei nº 8.666, de 21 de junho de 1993, e as exigências estabelecidas neste Edital. </w:t>
      </w:r>
    </w:p>
    <w:p w14:paraId="7AEDCFFE" w14:textId="77777777" w:rsidR="006A07B1" w:rsidRPr="0092721B" w:rsidRDefault="006A07B1" w:rsidP="009756B3">
      <w:pPr>
        <w:tabs>
          <w:tab w:val="left" w:pos="1418"/>
        </w:tabs>
        <w:spacing w:line="360" w:lineRule="auto"/>
        <w:rPr>
          <w:rFonts w:ascii="Times New Roman" w:hAnsi="Times New Roman" w:cs="Times New Roman"/>
          <w:b/>
          <w:sz w:val="24"/>
          <w:highlight w:val="yellow"/>
        </w:rPr>
      </w:pPr>
    </w:p>
    <w:p w14:paraId="604651EC" w14:textId="07C9F897" w:rsidR="006A07B1" w:rsidRPr="001145F0" w:rsidRDefault="006A07B1" w:rsidP="009756B3">
      <w:pPr>
        <w:tabs>
          <w:tab w:val="left" w:pos="1418"/>
        </w:tabs>
        <w:spacing w:line="360" w:lineRule="auto"/>
        <w:rPr>
          <w:rFonts w:ascii="Times New Roman" w:hAnsi="Times New Roman" w:cs="Times New Roman"/>
          <w:b/>
          <w:sz w:val="24"/>
        </w:rPr>
      </w:pPr>
      <w:r w:rsidRPr="001145F0">
        <w:rPr>
          <w:rFonts w:ascii="Times New Roman" w:hAnsi="Times New Roman" w:cs="Times New Roman"/>
          <w:b/>
          <w:sz w:val="24"/>
        </w:rPr>
        <w:t xml:space="preserve">Data da sessão: </w:t>
      </w:r>
      <w:r w:rsidR="001145F0" w:rsidRPr="001145F0">
        <w:rPr>
          <w:rFonts w:ascii="Times New Roman" w:hAnsi="Times New Roman" w:cs="Times New Roman"/>
          <w:b/>
          <w:sz w:val="24"/>
        </w:rPr>
        <w:t>15</w:t>
      </w:r>
      <w:r w:rsidR="00F34CA4" w:rsidRPr="001145F0">
        <w:rPr>
          <w:rFonts w:ascii="Times New Roman" w:hAnsi="Times New Roman" w:cs="Times New Roman"/>
          <w:b/>
          <w:sz w:val="24"/>
        </w:rPr>
        <w:t>/</w:t>
      </w:r>
      <w:r w:rsidR="001145F0" w:rsidRPr="001145F0">
        <w:rPr>
          <w:rFonts w:ascii="Times New Roman" w:hAnsi="Times New Roman" w:cs="Times New Roman"/>
          <w:b/>
          <w:sz w:val="24"/>
        </w:rPr>
        <w:t>08</w:t>
      </w:r>
      <w:r w:rsidRPr="001145F0">
        <w:rPr>
          <w:rFonts w:ascii="Times New Roman" w:hAnsi="Times New Roman" w:cs="Times New Roman"/>
          <w:b/>
          <w:sz w:val="24"/>
        </w:rPr>
        <w:t>/2016.</w:t>
      </w:r>
    </w:p>
    <w:p w14:paraId="718DDD9C" w14:textId="68FA76CA" w:rsidR="006A07B1" w:rsidRPr="0092721B" w:rsidRDefault="00F34CA4" w:rsidP="009756B3">
      <w:pPr>
        <w:tabs>
          <w:tab w:val="left" w:pos="1418"/>
        </w:tabs>
        <w:spacing w:line="360" w:lineRule="auto"/>
        <w:rPr>
          <w:rFonts w:ascii="Times New Roman" w:hAnsi="Times New Roman" w:cs="Times New Roman"/>
          <w:b/>
          <w:sz w:val="24"/>
        </w:rPr>
      </w:pPr>
      <w:r w:rsidRPr="001145F0">
        <w:rPr>
          <w:rFonts w:ascii="Times New Roman" w:hAnsi="Times New Roman" w:cs="Times New Roman"/>
          <w:b/>
          <w:sz w:val="24"/>
        </w:rPr>
        <w:t xml:space="preserve">Horário: </w:t>
      </w:r>
      <w:r w:rsidR="001145F0" w:rsidRPr="001145F0">
        <w:rPr>
          <w:rFonts w:ascii="Times New Roman" w:hAnsi="Times New Roman" w:cs="Times New Roman"/>
          <w:b/>
          <w:sz w:val="24"/>
        </w:rPr>
        <w:t>09</w:t>
      </w:r>
      <w:r w:rsidRPr="001145F0">
        <w:rPr>
          <w:rFonts w:ascii="Times New Roman" w:hAnsi="Times New Roman" w:cs="Times New Roman"/>
          <w:b/>
          <w:sz w:val="24"/>
        </w:rPr>
        <w:t>h:</w:t>
      </w:r>
      <w:r w:rsidR="001145F0" w:rsidRPr="001145F0">
        <w:rPr>
          <w:rFonts w:ascii="Times New Roman" w:hAnsi="Times New Roman" w:cs="Times New Roman"/>
          <w:b/>
          <w:sz w:val="24"/>
        </w:rPr>
        <w:t>00</w:t>
      </w:r>
      <w:r w:rsidR="006A07B1" w:rsidRPr="001145F0">
        <w:rPr>
          <w:rFonts w:ascii="Times New Roman" w:hAnsi="Times New Roman" w:cs="Times New Roman"/>
          <w:b/>
          <w:sz w:val="24"/>
        </w:rPr>
        <w:t>min (horário de Brasília – DF).</w:t>
      </w:r>
    </w:p>
    <w:p w14:paraId="31BAB6FD" w14:textId="630ACDE4" w:rsidR="009756B3" w:rsidRPr="0092721B" w:rsidRDefault="006A07B1" w:rsidP="009756B3">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14:paraId="308996B2" w14:textId="77777777" w:rsidR="009756B3" w:rsidRPr="0092721B" w:rsidRDefault="009756B3" w:rsidP="009756B3">
      <w:pPr>
        <w:tabs>
          <w:tab w:val="left" w:pos="1418"/>
        </w:tabs>
        <w:spacing w:line="360" w:lineRule="auto"/>
        <w:rPr>
          <w:rStyle w:val="Hyperlink"/>
          <w:rFonts w:ascii="Times New Roman" w:hAnsi="Times New Roman" w:cs="Times New Roman"/>
          <w:b/>
          <w:color w:val="auto"/>
          <w:sz w:val="24"/>
        </w:rPr>
      </w:pPr>
    </w:p>
    <w:p w14:paraId="6BB8E77F" w14:textId="006A0B0B" w:rsidR="000F104D" w:rsidRPr="0092721B"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w:t>
      </w:r>
      <w:r w:rsidR="000F104D" w:rsidRPr="0092721B">
        <w:rPr>
          <w:rFonts w:ascii="Times New Roman" w:hAnsi="Times New Roman" w:cs="Times New Roman"/>
          <w:color w:val="auto"/>
          <w:sz w:val="24"/>
          <w:szCs w:val="24"/>
        </w:rPr>
        <w:t>O OBJETO</w:t>
      </w:r>
    </w:p>
    <w:p w14:paraId="3BDAEE5C" w14:textId="0D866F42"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O objeto da presente licitação é o registro de preços para</w:t>
      </w:r>
      <w:r w:rsidR="003A0874" w:rsidRPr="0092721B">
        <w:rPr>
          <w:rFonts w:ascii="Times New Roman" w:hAnsi="Times New Roman" w:cs="Times New Roman"/>
          <w:sz w:val="24"/>
        </w:rPr>
        <w:t xml:space="preserve"> </w:t>
      </w:r>
      <w:r w:rsidR="003A0874" w:rsidRPr="0092721B">
        <w:rPr>
          <w:rFonts w:ascii="Times New Roman" w:hAnsi="Times New Roman" w:cs="Times New Roman"/>
          <w:b/>
          <w:sz w:val="24"/>
        </w:rPr>
        <w:t xml:space="preserve">EVENTUAL </w:t>
      </w:r>
      <w:r w:rsidR="003A0874" w:rsidRPr="0092721B">
        <w:rPr>
          <w:rFonts w:ascii="Times New Roman" w:hAnsi="Times New Roman" w:cs="Times New Roman"/>
          <w:b/>
          <w:spacing w:val="-1"/>
          <w:sz w:val="24"/>
        </w:rPr>
        <w:t>CONTRATAÇÃO DE EMPRESA ESPECIALIZADA NA PRESTAÇÃO DE SERVIÇOS DE REMOÇÃO DE ENTULHOS, PODAS DE ÁRVORES E FOLHAGEM QUE SERÁ PROCEDIDA DE PONTOS ESTRATÉGICOS PREVIAMENTE ESTABELECIDOS NO CONTEXTO DO CAMPUS I DA UNIVERSIDADE FEDERAL DA PARAÍBA - UFPB</w:t>
      </w:r>
      <w:r w:rsidRPr="0092721B">
        <w:rPr>
          <w:rFonts w:ascii="Times New Roman" w:hAnsi="Times New Roman" w:cs="Times New Roman"/>
          <w:spacing w:val="-1"/>
          <w:sz w:val="24"/>
        </w:rPr>
        <w:t>,</w:t>
      </w:r>
      <w:r w:rsidRPr="0092721B">
        <w:rPr>
          <w:rFonts w:ascii="Times New Roman" w:hAnsi="Times New Roman" w:cs="Times New Roman"/>
          <w:spacing w:val="19"/>
          <w:sz w:val="24"/>
        </w:rPr>
        <w:t xml:space="preserve"> </w:t>
      </w:r>
      <w:r w:rsidRPr="0092721B">
        <w:rPr>
          <w:rFonts w:ascii="Times New Roman" w:hAnsi="Times New Roman" w:cs="Times New Roman"/>
          <w:spacing w:val="-1"/>
          <w:sz w:val="24"/>
        </w:rPr>
        <w:t>conforme condições, quantidades e exigências estabelecidas n</w:t>
      </w:r>
      <w:r w:rsidR="003A0874" w:rsidRPr="0092721B">
        <w:rPr>
          <w:rFonts w:ascii="Times New Roman" w:hAnsi="Times New Roman" w:cs="Times New Roman"/>
          <w:spacing w:val="-1"/>
          <w:sz w:val="24"/>
        </w:rPr>
        <w:t>este</w:t>
      </w:r>
      <w:r w:rsidRPr="0092721B">
        <w:rPr>
          <w:rFonts w:ascii="Times New Roman" w:hAnsi="Times New Roman" w:cs="Times New Roman"/>
          <w:spacing w:val="-1"/>
          <w:sz w:val="24"/>
        </w:rPr>
        <w:t xml:space="preserve"> Edital e </w:t>
      </w:r>
      <w:r w:rsidR="003A0874" w:rsidRPr="0092721B">
        <w:rPr>
          <w:rFonts w:ascii="Times New Roman" w:hAnsi="Times New Roman" w:cs="Times New Roman"/>
          <w:spacing w:val="-1"/>
          <w:sz w:val="24"/>
        </w:rPr>
        <w:t xml:space="preserve">em </w:t>
      </w:r>
      <w:r w:rsidRPr="0092721B">
        <w:rPr>
          <w:rFonts w:ascii="Times New Roman" w:hAnsi="Times New Roman" w:cs="Times New Roman"/>
          <w:spacing w:val="-1"/>
          <w:sz w:val="24"/>
        </w:rPr>
        <w:t>todos os seus anexos</w:t>
      </w:r>
      <w:r w:rsidRPr="0092721B">
        <w:rPr>
          <w:rFonts w:ascii="Times New Roman" w:hAnsi="Times New Roman" w:cs="Times New Roman"/>
          <w:sz w:val="24"/>
        </w:rPr>
        <w:t>.</w:t>
      </w:r>
    </w:p>
    <w:p w14:paraId="58F7125E" w14:textId="46ED9360"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licitação será dividida em um único grupo, formado por 0</w:t>
      </w:r>
      <w:r w:rsidR="00011730" w:rsidRPr="0092721B">
        <w:rPr>
          <w:rFonts w:ascii="Times New Roman" w:hAnsi="Times New Roman" w:cs="Times New Roman"/>
          <w:sz w:val="24"/>
        </w:rPr>
        <w:t>5</w:t>
      </w:r>
      <w:r w:rsidRPr="0092721B">
        <w:rPr>
          <w:rFonts w:ascii="Times New Roman" w:hAnsi="Times New Roman" w:cs="Times New Roman"/>
          <w:sz w:val="24"/>
        </w:rPr>
        <w:t xml:space="preserve"> (</w:t>
      </w:r>
      <w:r w:rsidR="00011730" w:rsidRPr="0092721B">
        <w:rPr>
          <w:rFonts w:ascii="Times New Roman" w:hAnsi="Times New Roman" w:cs="Times New Roman"/>
          <w:sz w:val="24"/>
        </w:rPr>
        <w:t>cinco</w:t>
      </w:r>
      <w:r w:rsidRPr="0092721B">
        <w:rPr>
          <w:rFonts w:ascii="Times New Roman" w:hAnsi="Times New Roman" w:cs="Times New Roman"/>
          <w:sz w:val="24"/>
        </w:rPr>
        <w:t xml:space="preserve">) itens, conforme </w:t>
      </w:r>
      <w:r w:rsidR="00B360A8" w:rsidRPr="0092721B">
        <w:rPr>
          <w:rFonts w:ascii="Times New Roman" w:hAnsi="Times New Roman" w:cs="Times New Roman"/>
          <w:sz w:val="24"/>
        </w:rPr>
        <w:t>planilha de preços</w:t>
      </w:r>
      <w:r w:rsidRPr="0092721B">
        <w:rPr>
          <w:rFonts w:ascii="Times New Roman" w:hAnsi="Times New Roman" w:cs="Times New Roman"/>
          <w:sz w:val="24"/>
        </w:rPr>
        <w:t xml:space="preserve"> constante do Termo de Referência (Anexo I), devendo o licitante oferecer proposta para todos os itens que o compõem.</w:t>
      </w:r>
    </w:p>
    <w:p w14:paraId="0F25A1BE" w14:textId="77777777" w:rsidR="009756B3" w:rsidRPr="0092721B" w:rsidRDefault="009756B3" w:rsidP="009756B3">
      <w:pPr>
        <w:tabs>
          <w:tab w:val="left" w:pos="1418"/>
        </w:tabs>
        <w:spacing w:line="360" w:lineRule="auto"/>
        <w:jc w:val="both"/>
        <w:rPr>
          <w:rFonts w:ascii="Times New Roman" w:hAnsi="Times New Roman" w:cs="Times New Roman"/>
          <w:sz w:val="24"/>
        </w:rPr>
      </w:pPr>
    </w:p>
    <w:p w14:paraId="6BB8E78C" w14:textId="5113CF60" w:rsidR="00F8022C" w:rsidRPr="0092721B"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14:paraId="03C66351" w14:textId="03C66230"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6CDCD791" w14:textId="77777777"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6F46B7E7" w14:textId="77777777"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070A1E38" w14:textId="77777777"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14:paraId="2A360337" w14:textId="77777777"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92721B">
        <w:rPr>
          <w:rFonts w:ascii="Times New Roman" w:hAnsi="Times New Roman" w:cs="Times New Roman"/>
          <w:sz w:val="24"/>
        </w:rPr>
        <w:lastRenderedPageBreak/>
        <w:t>do descumprimento de cláusulas contratuais, em relação as suas próprias contratações, informando as ocorrências ao órgão gerenciador.</w:t>
      </w:r>
    </w:p>
    <w:p w14:paraId="752629A6" w14:textId="77777777"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14:paraId="5418A8E2" w14:textId="77777777" w:rsidR="006A07B1" w:rsidRPr="0092721B"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14:paraId="75C7DAE6" w14:textId="77777777" w:rsidR="009756B3" w:rsidRPr="0092721B" w:rsidRDefault="009756B3" w:rsidP="009756B3">
      <w:pPr>
        <w:pStyle w:val="PargrafodaLista"/>
        <w:tabs>
          <w:tab w:val="left" w:pos="1418"/>
        </w:tabs>
        <w:spacing w:line="360" w:lineRule="auto"/>
        <w:ind w:left="0"/>
        <w:jc w:val="both"/>
        <w:rPr>
          <w:rFonts w:ascii="Times New Roman" w:hAnsi="Times New Roman" w:cs="Times New Roman"/>
          <w:sz w:val="24"/>
        </w:rPr>
      </w:pPr>
    </w:p>
    <w:p w14:paraId="6BB8E797" w14:textId="77777777" w:rsidR="006412B4" w:rsidRPr="0092721B"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14:paraId="6BB8E798" w14:textId="58BCA24F"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14:paraId="6BB8E79A" w14:textId="77777777"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r w:rsidRPr="0092721B">
        <w:rPr>
          <w:rFonts w:ascii="Times New Roman" w:hAnsi="Times New Roman" w:cs="Times New Roman"/>
          <w:sz w:val="24"/>
        </w:rPr>
        <w:t>login</w:t>
      </w:r>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14:paraId="6BB8E79B" w14:textId="77777777"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14:paraId="6BB8E79C" w14:textId="77777777"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BB8E79D" w14:textId="77777777"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14:paraId="2966EF9A" w14:textId="77777777" w:rsidR="009756B3" w:rsidRPr="0092721B" w:rsidRDefault="009756B3" w:rsidP="009756B3">
      <w:pPr>
        <w:tabs>
          <w:tab w:val="left" w:pos="1418"/>
        </w:tabs>
        <w:spacing w:line="360" w:lineRule="auto"/>
        <w:jc w:val="both"/>
        <w:rPr>
          <w:rFonts w:ascii="Times New Roman" w:hAnsi="Times New Roman" w:cs="Times New Roman"/>
          <w:sz w:val="24"/>
        </w:rPr>
      </w:pPr>
    </w:p>
    <w:p w14:paraId="6BB8E79E"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14:paraId="28D56CAA" w14:textId="77777777"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14:paraId="1EB68A47" w14:textId="77777777"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14:paraId="5BE39B6F"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Proibidos de participar de licitações e celebrar contratos administrativos, na forma da legislação vigente;</w:t>
      </w:r>
    </w:p>
    <w:p w14:paraId="45CEE2C4"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14:paraId="2CDE5332"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14:paraId="682A5E68"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estejam sob falência, em recuperação judicial ou extrajudicial, concurso de credores, concordata ou insolvência, em processo de dissolução ou liquidação;</w:t>
      </w:r>
    </w:p>
    <w:p w14:paraId="3C74B34B"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14:paraId="640F1338"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Sociedades Cooperativas, considerando a vedação contida no Termo de Conciliação Judicial firmado entre o Ministério Público do Trabalho e a União, anexo ao Edital, e a proibição do artigo 4° da Instrução Normativa SLTI/MPOG n° 2, de 30 de abril de 2008.</w:t>
      </w:r>
    </w:p>
    <w:p w14:paraId="3161366B" w14:textId="77777777"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92721B">
        <w:rPr>
          <w:rFonts w:ascii="Times New Roman" w:hAnsi="Times New Roman" w:cs="Times New Roman"/>
          <w:b/>
          <w:sz w:val="24"/>
        </w:rPr>
        <w:t>ANEXO III</w:t>
      </w:r>
      <w:r w:rsidRPr="0092721B">
        <w:rPr>
          <w:rFonts w:ascii="Times New Roman" w:hAnsi="Times New Roman" w:cs="Times New Roman"/>
          <w:sz w:val="24"/>
        </w:rPr>
        <w:t>.</w:t>
      </w:r>
    </w:p>
    <w:p w14:paraId="79716FFF"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14:paraId="0FE294A2" w14:textId="77777777" w:rsidR="000F0C63" w:rsidRPr="0092721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14:paraId="026CBC3C" w14:textId="76467FA9" w:rsidR="000F0C63" w:rsidRPr="0092721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 xml:space="preserve">As M.E’s e E.P.P’s ainda terão tratamento diferenciado, no que couber, previsto pela </w:t>
      </w:r>
      <w:r w:rsidRPr="0092721B">
        <w:rPr>
          <w:rFonts w:ascii="Times New Roman" w:hAnsi="Times New Roman" w:cs="Times New Roman"/>
          <w:b/>
          <w:sz w:val="24"/>
        </w:rPr>
        <w:t xml:space="preserve">Lei Complementar nº 147, de 07/08/2014 </w:t>
      </w:r>
      <w:r w:rsidRPr="0092721B">
        <w:rPr>
          <w:rFonts w:ascii="Times New Roman" w:hAnsi="Times New Roman" w:cs="Times New Roman"/>
          <w:sz w:val="24"/>
        </w:rPr>
        <w:t>e pelo</w:t>
      </w:r>
      <w:r w:rsidRPr="0092721B">
        <w:rPr>
          <w:rFonts w:ascii="Times New Roman" w:hAnsi="Times New Roman" w:cs="Times New Roman"/>
          <w:b/>
          <w:sz w:val="24"/>
        </w:rPr>
        <w:t xml:space="preserve"> Decreto nº 8.538, de 06/10/2015.</w:t>
      </w:r>
    </w:p>
    <w:p w14:paraId="207DF1D0"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14:paraId="1AB26BE5"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14:paraId="49E1E491" w14:textId="77777777"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14:paraId="7A0A673D" w14:textId="77777777" w:rsidR="000F0C63"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14:paraId="4525D632" w14:textId="6439745A" w:rsidR="00002F9D" w:rsidRPr="0092721B" w:rsidRDefault="00002F9D"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 xml:space="preserve">Que atende aos Critérios de Sustentabilidade Ambiental </w:t>
      </w:r>
      <w:r w:rsidR="002E7515">
        <w:rPr>
          <w:rFonts w:ascii="Times New Roman" w:hAnsi="Times New Roman" w:cs="Times New Roman"/>
          <w:bCs/>
          <w:sz w:val="24"/>
        </w:rPr>
        <w:t>e às Normas de P</w:t>
      </w:r>
      <w:r w:rsidR="002E7515" w:rsidRPr="002E7515">
        <w:rPr>
          <w:rFonts w:ascii="Times New Roman" w:hAnsi="Times New Roman" w:cs="Times New Roman"/>
          <w:bCs/>
          <w:sz w:val="24"/>
        </w:rPr>
        <w:t xml:space="preserve">roteção do </w:t>
      </w:r>
      <w:r w:rsidR="002E7515">
        <w:rPr>
          <w:rFonts w:ascii="Times New Roman" w:hAnsi="Times New Roman" w:cs="Times New Roman"/>
          <w:bCs/>
          <w:sz w:val="24"/>
        </w:rPr>
        <w:t>M</w:t>
      </w:r>
      <w:r w:rsidR="002E7515" w:rsidRPr="002E7515">
        <w:rPr>
          <w:rFonts w:ascii="Times New Roman" w:hAnsi="Times New Roman" w:cs="Times New Roman"/>
          <w:bCs/>
          <w:sz w:val="24"/>
        </w:rPr>
        <w:t xml:space="preserve">eio </w:t>
      </w:r>
      <w:r w:rsidR="002E7515">
        <w:rPr>
          <w:rFonts w:ascii="Times New Roman" w:hAnsi="Times New Roman" w:cs="Times New Roman"/>
          <w:bCs/>
          <w:sz w:val="24"/>
        </w:rPr>
        <w:t>A</w:t>
      </w:r>
      <w:r w:rsidR="002E7515" w:rsidRPr="002E7515">
        <w:rPr>
          <w:rFonts w:ascii="Times New Roman" w:hAnsi="Times New Roman" w:cs="Times New Roman"/>
          <w:bCs/>
          <w:sz w:val="24"/>
        </w:rPr>
        <w:t>mbiente</w:t>
      </w:r>
      <w:r w:rsidR="002E7515">
        <w:rPr>
          <w:rFonts w:ascii="Times New Roman" w:hAnsi="Times New Roman" w:cs="Times New Roman"/>
          <w:bCs/>
          <w:sz w:val="24"/>
        </w:rPr>
        <w:t xml:space="preserve">, conforme </w:t>
      </w:r>
      <w:r w:rsidR="002E7515" w:rsidRPr="002E7515">
        <w:rPr>
          <w:rFonts w:ascii="Times New Roman" w:hAnsi="Times New Roman" w:cs="Times New Roman"/>
          <w:b/>
          <w:bCs/>
          <w:sz w:val="24"/>
        </w:rPr>
        <w:t>Anexo IX</w:t>
      </w:r>
      <w:r w:rsidR="002E7515">
        <w:rPr>
          <w:rFonts w:ascii="Times New Roman" w:hAnsi="Times New Roman" w:cs="Times New Roman"/>
          <w:bCs/>
          <w:sz w:val="24"/>
        </w:rPr>
        <w:t>.</w:t>
      </w:r>
    </w:p>
    <w:p w14:paraId="262C80AB" w14:textId="77777777" w:rsidR="00B70DEE" w:rsidRPr="0092721B" w:rsidRDefault="00B70DEE" w:rsidP="00B70DEE">
      <w:pPr>
        <w:tabs>
          <w:tab w:val="left" w:pos="1418"/>
          <w:tab w:val="left" w:pos="1701"/>
        </w:tabs>
        <w:spacing w:line="360" w:lineRule="auto"/>
        <w:jc w:val="both"/>
        <w:rPr>
          <w:rFonts w:ascii="Times New Roman" w:hAnsi="Times New Roman" w:cs="Times New Roman"/>
          <w:bCs/>
          <w:sz w:val="24"/>
        </w:rPr>
      </w:pPr>
    </w:p>
    <w:p w14:paraId="6BB8E7B6" w14:textId="77777777" w:rsidR="005531EA" w:rsidRPr="0092721B"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14:paraId="6BB8E7B7" w14:textId="77777777"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14:paraId="6BB8E7B8" w14:textId="77777777"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14:paraId="6BB8E7B9" w14:textId="77777777"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14:paraId="6BB8E7BA" w14:textId="77777777"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BB8E7BB" w14:textId="77777777"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14:paraId="6BB8E7BC" w14:textId="77777777"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enviar sua proposta mediante o preenchimento, no sistema eletrônico, dos seguintes campos:</w:t>
      </w:r>
    </w:p>
    <w:p w14:paraId="6BB8E7CA" w14:textId="74C13A0D" w:rsidR="00380632" w:rsidRPr="0092721B" w:rsidRDefault="00016D0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b/>
          <w:sz w:val="24"/>
        </w:rPr>
        <w:t xml:space="preserve">Valor total da licitação: </w:t>
      </w:r>
      <w:r w:rsidRPr="001145F0">
        <w:rPr>
          <w:rFonts w:ascii="Times New Roman" w:hAnsi="Times New Roman" w:cs="Times New Roman"/>
          <w:b/>
          <w:sz w:val="24"/>
        </w:rPr>
        <w:t xml:space="preserve">R$ </w:t>
      </w:r>
      <w:r w:rsidR="00B360A8" w:rsidRPr="001145F0">
        <w:rPr>
          <w:rFonts w:ascii="Times New Roman" w:hAnsi="Times New Roman" w:cs="Times New Roman"/>
          <w:b/>
          <w:sz w:val="24"/>
        </w:rPr>
        <w:t>1.706.</w:t>
      </w:r>
      <w:r w:rsidR="00DC45A5">
        <w:rPr>
          <w:rFonts w:ascii="Times New Roman" w:hAnsi="Times New Roman" w:cs="Times New Roman"/>
          <w:b/>
          <w:sz w:val="24"/>
        </w:rPr>
        <w:t>000</w:t>
      </w:r>
      <w:r w:rsidR="00B360A8" w:rsidRPr="001145F0">
        <w:rPr>
          <w:rFonts w:ascii="Times New Roman" w:hAnsi="Times New Roman" w:cs="Times New Roman"/>
          <w:b/>
          <w:sz w:val="24"/>
        </w:rPr>
        <w:t>,</w:t>
      </w:r>
      <w:r w:rsidR="00DC45A5">
        <w:rPr>
          <w:rFonts w:ascii="Times New Roman" w:hAnsi="Times New Roman" w:cs="Times New Roman"/>
          <w:b/>
          <w:sz w:val="24"/>
        </w:rPr>
        <w:t>00</w:t>
      </w:r>
      <w:r w:rsidRPr="0092721B">
        <w:rPr>
          <w:rFonts w:ascii="Times New Roman" w:hAnsi="Times New Roman" w:cs="Times New Roman"/>
          <w:b/>
          <w:sz w:val="24"/>
        </w:rPr>
        <w:t xml:space="preserve"> (</w:t>
      </w:r>
      <w:r w:rsidR="00B360A8" w:rsidRPr="0092721B">
        <w:rPr>
          <w:rFonts w:ascii="Times New Roman" w:hAnsi="Times New Roman" w:cs="Times New Roman"/>
          <w:b/>
          <w:sz w:val="24"/>
        </w:rPr>
        <w:t>Hu</w:t>
      </w:r>
      <w:r w:rsidR="00DC45A5">
        <w:rPr>
          <w:rFonts w:ascii="Times New Roman" w:hAnsi="Times New Roman" w:cs="Times New Roman"/>
          <w:b/>
          <w:sz w:val="24"/>
        </w:rPr>
        <w:t>m milhão, setecentos e seis mil</w:t>
      </w:r>
      <w:bookmarkStart w:id="0" w:name="_GoBack"/>
      <w:bookmarkEnd w:id="0"/>
      <w:r w:rsidR="00B360A8" w:rsidRPr="0092721B">
        <w:rPr>
          <w:rFonts w:ascii="Times New Roman" w:hAnsi="Times New Roman" w:cs="Times New Roman"/>
          <w:b/>
          <w:sz w:val="24"/>
        </w:rPr>
        <w:t xml:space="preserve"> </w:t>
      </w:r>
      <w:r w:rsidR="00DC45A5">
        <w:rPr>
          <w:rFonts w:ascii="Times New Roman" w:hAnsi="Times New Roman" w:cs="Times New Roman"/>
          <w:b/>
          <w:sz w:val="24"/>
        </w:rPr>
        <w:t>reais</w:t>
      </w:r>
      <w:r w:rsidRPr="0092721B">
        <w:rPr>
          <w:rFonts w:ascii="Times New Roman" w:hAnsi="Times New Roman" w:cs="Times New Roman"/>
          <w:b/>
          <w:sz w:val="24"/>
        </w:rPr>
        <w:t>), conforme planilha estimativa de formação de preços inserida no Termo de Referência (Anexo I), a ser preenchido pelo licitante.</w:t>
      </w:r>
    </w:p>
    <w:p w14:paraId="6BB8E7CB" w14:textId="77777777"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14:paraId="6BB8E7CC" w14:textId="77777777"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14:paraId="71459EF1" w14:textId="77777777" w:rsidR="00B62A56" w:rsidRPr="0092721B" w:rsidRDefault="00B62A56" w:rsidP="009756B3">
      <w:pPr>
        <w:numPr>
          <w:ilvl w:val="1"/>
          <w:numId w:val="33"/>
        </w:numPr>
        <w:tabs>
          <w:tab w:val="left" w:pos="709"/>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14:paraId="6BB8E7D0" w14:textId="435FA3E9"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14:paraId="6D029E9D" w14:textId="77777777"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7D2" w14:textId="77777777" w:rsidR="000D223B" w:rsidRPr="0092721B"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14:paraId="6BB8E7D3"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sistema eletrônico, na data, horário e local indicados neste Edital.</w:t>
      </w:r>
    </w:p>
    <w:p w14:paraId="6BB8E7D4"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6BB8E7D6" w14:textId="77777777"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14:paraId="6BB8E7D7" w14:textId="77777777"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14:paraId="6BB8E7D8"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14:paraId="6BB8E7D9"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14:paraId="6BB8E7DA"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14:paraId="6BB8E7DB" w14:textId="0DA23DF0"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lance deverá ser ofertado </w:t>
      </w:r>
      <w:r w:rsidRPr="0092721B">
        <w:rPr>
          <w:rFonts w:ascii="Times New Roman" w:hAnsi="Times New Roman" w:cs="Times New Roman"/>
          <w:b/>
          <w:sz w:val="24"/>
        </w:rPr>
        <w:t>pelo</w:t>
      </w:r>
      <w:r w:rsidR="00E37AF0" w:rsidRPr="0092721B">
        <w:rPr>
          <w:rFonts w:ascii="Times New Roman" w:hAnsi="Times New Roman" w:cs="Times New Roman"/>
          <w:b/>
          <w:sz w:val="24"/>
        </w:rPr>
        <w:t xml:space="preserve"> menor valor global anual por grupo</w:t>
      </w:r>
      <w:r w:rsidR="00E37AF0" w:rsidRPr="0092721B">
        <w:rPr>
          <w:rFonts w:ascii="Times New Roman" w:hAnsi="Times New Roman" w:cs="Times New Roman"/>
          <w:sz w:val="24"/>
        </w:rPr>
        <w:t>.</w:t>
      </w:r>
      <w:r w:rsidRPr="0092721B">
        <w:rPr>
          <w:rFonts w:ascii="Times New Roman" w:hAnsi="Times New Roman" w:cs="Times New Roman"/>
          <w:sz w:val="24"/>
        </w:rPr>
        <w:t xml:space="preserve"> </w:t>
      </w:r>
    </w:p>
    <w:p w14:paraId="6BB8E7DC" w14:textId="77777777"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14:paraId="581EE4DD" w14:textId="77777777" w:rsidR="00E37AF0" w:rsidRPr="0092721B"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14:paraId="6BB8E7DE" w14:textId="77777777"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14:paraId="6BB8E7DF" w14:textId="77777777"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14:paraId="6BB8E7E1" w14:textId="77777777"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14:paraId="6BB8E7E2" w14:textId="77777777" w:rsidR="000D223B"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14:paraId="6BB8E7E3"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14:paraId="6BB8E7E4"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14:paraId="6BB8E7E5"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14:paraId="6BB8E7E6"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14:paraId="6BB8E7E7"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6BB8E7E8"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14:paraId="6BB8E7E9" w14:textId="7E4D93D8"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14:paraId="6BB8E7EA"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14:paraId="6BB8E7EB" w14:textId="3F86BB8B"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14:paraId="6BB8E7EC" w14:textId="77777777"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14:paraId="6BB8E7ED" w14:textId="1AA8B63D" w:rsidR="000D223B" w:rsidRPr="0092721B"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14:paraId="6BB8E7F3" w14:textId="77777777"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14:paraId="6BB8E7F4" w14:textId="5B2AD7AA" w:rsidR="00F178C9" w:rsidRPr="0092721B"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14:paraId="188BEBAB" w14:textId="77777777"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14:paraId="6BB8E7F5"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 ACEITABILIDADE DA PROPOSTA VENCEDORA.</w:t>
      </w:r>
    </w:p>
    <w:p w14:paraId="6BB8E7F7" w14:textId="77777777"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14:paraId="7A7EE79B" w14:textId="77777777" w:rsidR="00A66A8C" w:rsidRPr="0092721B"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14:paraId="6BB8E7F8" w14:textId="77777777"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14:paraId="6BB8E7FB" w14:textId="77777777" w:rsidR="000F104D" w:rsidRPr="0092721B"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14:paraId="6BB8E7FD"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14:paraId="6BB8E7FE" w14:textId="77777777" w:rsidR="000F104D" w:rsidRPr="0092721B" w:rsidRDefault="007E196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B8E7FF" w14:textId="484FA6B5"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14:paraId="2A98F083" w14:textId="10912B27" w:rsidR="00B360A8" w:rsidRPr="00117E15" w:rsidRDefault="00B360A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117E15">
        <w:rPr>
          <w:rFonts w:ascii="Times New Roman" w:hAnsi="Times New Roman" w:cs="Times New Roman"/>
          <w:bCs/>
          <w:iCs/>
          <w:sz w:val="24"/>
        </w:rPr>
        <w:t>Antes da fase de aceitação d</w:t>
      </w:r>
      <w:r w:rsidR="0092721B" w:rsidRPr="00117E15">
        <w:rPr>
          <w:rFonts w:ascii="Times New Roman" w:hAnsi="Times New Roman" w:cs="Times New Roman"/>
          <w:bCs/>
          <w:iCs/>
          <w:sz w:val="24"/>
        </w:rPr>
        <w:t>e uma proposta</w:t>
      </w:r>
      <w:r w:rsidRPr="00117E15">
        <w:rPr>
          <w:rFonts w:ascii="Times New Roman" w:hAnsi="Times New Roman" w:cs="Times New Roman"/>
          <w:bCs/>
          <w:iCs/>
          <w:sz w:val="24"/>
        </w:rPr>
        <w:t xml:space="preserve">, </w:t>
      </w:r>
      <w:r w:rsidR="0092721B" w:rsidRPr="00117E15">
        <w:rPr>
          <w:rFonts w:ascii="Times New Roman" w:hAnsi="Times New Roman" w:cs="Times New Roman"/>
          <w:bCs/>
          <w:iCs/>
          <w:sz w:val="24"/>
        </w:rPr>
        <w:t xml:space="preserve">o Pregoeiro verificará se existe algum item orçado em valor superior ao estimado </w:t>
      </w:r>
      <w:r w:rsidRPr="00117E15">
        <w:rPr>
          <w:rFonts w:ascii="Times New Roman" w:hAnsi="Times New Roman" w:cs="Times New Roman"/>
          <w:bCs/>
          <w:iCs/>
          <w:sz w:val="24"/>
        </w:rPr>
        <w:t>pela Administração</w:t>
      </w:r>
      <w:r w:rsidR="0092721B" w:rsidRPr="00117E15">
        <w:rPr>
          <w:rFonts w:ascii="Times New Roman" w:hAnsi="Times New Roman" w:cs="Times New Roman"/>
          <w:bCs/>
          <w:iCs/>
          <w:sz w:val="24"/>
        </w:rPr>
        <w:t>.</w:t>
      </w:r>
      <w:r w:rsidRPr="00117E15">
        <w:rPr>
          <w:rFonts w:ascii="Times New Roman" w:hAnsi="Times New Roman" w:cs="Times New Roman"/>
          <w:bCs/>
          <w:iCs/>
          <w:sz w:val="24"/>
        </w:rPr>
        <w:t xml:space="preserve"> </w:t>
      </w:r>
      <w:r w:rsidR="0092721B" w:rsidRPr="00117E15">
        <w:rPr>
          <w:rFonts w:ascii="Times New Roman" w:hAnsi="Times New Roman" w:cs="Times New Roman"/>
          <w:bCs/>
          <w:iCs/>
          <w:sz w:val="24"/>
        </w:rPr>
        <w:t xml:space="preserve">Caso isto ocorra, </w:t>
      </w:r>
      <w:r w:rsidRPr="00117E15">
        <w:rPr>
          <w:rFonts w:ascii="Times New Roman" w:hAnsi="Times New Roman" w:cs="Times New Roman"/>
          <w:bCs/>
          <w:iCs/>
          <w:sz w:val="24"/>
        </w:rPr>
        <w:t>tal situação ensejará a convocação d</w:t>
      </w:r>
      <w:r w:rsidR="0092721B" w:rsidRPr="00117E15">
        <w:rPr>
          <w:rFonts w:ascii="Times New Roman" w:hAnsi="Times New Roman" w:cs="Times New Roman"/>
          <w:bCs/>
          <w:iCs/>
          <w:sz w:val="24"/>
        </w:rPr>
        <w:t>o</w:t>
      </w:r>
      <w:r w:rsidRPr="00117E15">
        <w:rPr>
          <w:rFonts w:ascii="Times New Roman" w:hAnsi="Times New Roman" w:cs="Times New Roman"/>
          <w:bCs/>
          <w:iCs/>
          <w:sz w:val="24"/>
        </w:rPr>
        <w:t xml:space="preserve"> </w:t>
      </w:r>
      <w:r w:rsidR="0092721B" w:rsidRPr="00117E15">
        <w:rPr>
          <w:rFonts w:ascii="Times New Roman" w:hAnsi="Times New Roman" w:cs="Times New Roman"/>
          <w:bCs/>
          <w:iCs/>
          <w:sz w:val="24"/>
        </w:rPr>
        <w:t>fornecedor</w:t>
      </w:r>
      <w:r w:rsidRPr="00117E15">
        <w:rPr>
          <w:rFonts w:ascii="Times New Roman" w:hAnsi="Times New Roman" w:cs="Times New Roman"/>
          <w:bCs/>
          <w:iCs/>
          <w:sz w:val="24"/>
        </w:rPr>
        <w:t>, para que est</w:t>
      </w:r>
      <w:r w:rsidR="00117E15" w:rsidRPr="00117E15">
        <w:rPr>
          <w:rFonts w:ascii="Times New Roman" w:hAnsi="Times New Roman" w:cs="Times New Roman"/>
          <w:bCs/>
          <w:iCs/>
          <w:sz w:val="24"/>
        </w:rPr>
        <w:t>e</w:t>
      </w:r>
      <w:r w:rsidRPr="00117E15">
        <w:rPr>
          <w:rFonts w:ascii="Times New Roman" w:hAnsi="Times New Roman" w:cs="Times New Roman"/>
          <w:bCs/>
          <w:iCs/>
          <w:sz w:val="24"/>
        </w:rPr>
        <w:t xml:space="preserve"> revise </w:t>
      </w:r>
      <w:r w:rsidR="002E65FF" w:rsidRPr="00117E15">
        <w:rPr>
          <w:rFonts w:ascii="Times New Roman" w:hAnsi="Times New Roman" w:cs="Times New Roman"/>
          <w:bCs/>
          <w:iCs/>
          <w:sz w:val="24"/>
        </w:rPr>
        <w:t xml:space="preserve">o </w:t>
      </w:r>
      <w:r w:rsidRPr="00117E15">
        <w:rPr>
          <w:rFonts w:ascii="Times New Roman" w:hAnsi="Times New Roman" w:cs="Times New Roman"/>
          <w:bCs/>
          <w:iCs/>
          <w:sz w:val="24"/>
        </w:rPr>
        <w:t>preço</w:t>
      </w:r>
      <w:r w:rsidR="00117E15" w:rsidRPr="00117E15">
        <w:rPr>
          <w:rFonts w:ascii="Times New Roman" w:hAnsi="Times New Roman" w:cs="Times New Roman"/>
          <w:bCs/>
          <w:iCs/>
          <w:sz w:val="24"/>
        </w:rPr>
        <w:t xml:space="preserve"> </w:t>
      </w:r>
      <w:r w:rsidR="002E65FF" w:rsidRPr="00117E15">
        <w:rPr>
          <w:rFonts w:ascii="Times New Roman" w:hAnsi="Times New Roman" w:cs="Times New Roman"/>
          <w:bCs/>
          <w:iCs/>
          <w:sz w:val="24"/>
        </w:rPr>
        <w:t>ofertado</w:t>
      </w:r>
      <w:r w:rsidRPr="00117E15">
        <w:rPr>
          <w:rFonts w:ascii="Times New Roman" w:hAnsi="Times New Roman" w:cs="Times New Roman"/>
          <w:bCs/>
          <w:iCs/>
          <w:sz w:val="24"/>
        </w:rPr>
        <w:t>, buscando</w:t>
      </w:r>
      <w:r w:rsidR="002E65FF" w:rsidRPr="00117E15">
        <w:rPr>
          <w:rFonts w:ascii="Times New Roman" w:hAnsi="Times New Roman" w:cs="Times New Roman"/>
          <w:bCs/>
          <w:iCs/>
          <w:sz w:val="24"/>
        </w:rPr>
        <w:t xml:space="preserve"> a adequação ao valor </w:t>
      </w:r>
      <w:r w:rsidR="00117E15" w:rsidRPr="00117E15">
        <w:rPr>
          <w:rFonts w:ascii="Times New Roman" w:hAnsi="Times New Roman" w:cs="Times New Roman"/>
          <w:bCs/>
          <w:iCs/>
          <w:sz w:val="24"/>
        </w:rPr>
        <w:t xml:space="preserve">máximo </w:t>
      </w:r>
      <w:r w:rsidR="002E65FF" w:rsidRPr="00117E15">
        <w:rPr>
          <w:rFonts w:ascii="Times New Roman" w:hAnsi="Times New Roman" w:cs="Times New Roman"/>
          <w:bCs/>
          <w:iCs/>
          <w:sz w:val="24"/>
        </w:rPr>
        <w:t>estimado, concedendo</w:t>
      </w:r>
      <w:r w:rsidR="00117E15" w:rsidRPr="00117E15">
        <w:rPr>
          <w:rFonts w:ascii="Times New Roman" w:hAnsi="Times New Roman" w:cs="Times New Roman"/>
          <w:bCs/>
          <w:iCs/>
          <w:sz w:val="24"/>
        </w:rPr>
        <w:t>-lhe</w:t>
      </w:r>
      <w:r w:rsidR="002E65FF" w:rsidRPr="00117E15">
        <w:rPr>
          <w:rFonts w:ascii="Times New Roman" w:hAnsi="Times New Roman" w:cs="Times New Roman"/>
          <w:bCs/>
          <w:iCs/>
          <w:sz w:val="24"/>
        </w:rPr>
        <w:t xml:space="preserve"> o prazo máximo de 15 (quinze) minutos para </w:t>
      </w:r>
      <w:r w:rsidR="00117E15" w:rsidRPr="00117E15">
        <w:rPr>
          <w:rFonts w:ascii="Times New Roman" w:hAnsi="Times New Roman" w:cs="Times New Roman"/>
          <w:bCs/>
          <w:iCs/>
          <w:sz w:val="24"/>
        </w:rPr>
        <w:t>a sua manifestação</w:t>
      </w:r>
      <w:r w:rsidR="002E65FF" w:rsidRPr="00117E15">
        <w:rPr>
          <w:rFonts w:ascii="Times New Roman" w:hAnsi="Times New Roman" w:cs="Times New Roman"/>
          <w:bCs/>
          <w:iCs/>
          <w:sz w:val="24"/>
        </w:rPr>
        <w:t xml:space="preserve">. </w:t>
      </w:r>
      <w:r w:rsidR="00117E15" w:rsidRPr="00117E15">
        <w:rPr>
          <w:rFonts w:ascii="Times New Roman" w:hAnsi="Times New Roman" w:cs="Times New Roman"/>
          <w:bCs/>
          <w:iCs/>
          <w:sz w:val="24"/>
        </w:rPr>
        <w:t xml:space="preserve">A recusa ou a não manifestação por parte do fornecedor implicará na rejeição de sua proposta, </w:t>
      </w:r>
      <w:r w:rsidR="002E65FF" w:rsidRPr="00117E15">
        <w:rPr>
          <w:rFonts w:ascii="Times New Roman" w:hAnsi="Times New Roman" w:cs="Times New Roman"/>
          <w:bCs/>
          <w:iCs/>
          <w:sz w:val="24"/>
        </w:rPr>
        <w:t>se</w:t>
      </w:r>
      <w:r w:rsidR="00117E15" w:rsidRPr="00117E15">
        <w:rPr>
          <w:rFonts w:ascii="Times New Roman" w:hAnsi="Times New Roman" w:cs="Times New Roman"/>
          <w:bCs/>
          <w:iCs/>
          <w:sz w:val="24"/>
        </w:rPr>
        <w:t>ndo</w:t>
      </w:r>
      <w:r w:rsidR="002E65FF" w:rsidRPr="00117E15">
        <w:rPr>
          <w:rFonts w:ascii="Times New Roman" w:hAnsi="Times New Roman" w:cs="Times New Roman"/>
          <w:bCs/>
          <w:iCs/>
          <w:sz w:val="24"/>
        </w:rPr>
        <w:t xml:space="preserve"> convocada a proposta do fornecedor seguinte</w:t>
      </w:r>
      <w:r w:rsidR="00117E15" w:rsidRPr="00117E15">
        <w:rPr>
          <w:rFonts w:ascii="Times New Roman" w:hAnsi="Times New Roman" w:cs="Times New Roman"/>
          <w:bCs/>
          <w:iCs/>
          <w:sz w:val="24"/>
        </w:rPr>
        <w:t>, por ordem de classificação</w:t>
      </w:r>
      <w:r w:rsidR="002E65FF" w:rsidRPr="00117E15">
        <w:rPr>
          <w:rFonts w:ascii="Times New Roman" w:hAnsi="Times New Roman" w:cs="Times New Roman"/>
          <w:bCs/>
          <w:iCs/>
          <w:sz w:val="24"/>
        </w:rPr>
        <w:t>.</w:t>
      </w:r>
    </w:p>
    <w:p w14:paraId="606D3DDB" w14:textId="77777777" w:rsidR="00755FDD" w:rsidRPr="0092721B"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14:paraId="6BB8E801" w14:textId="5359798D"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rPr>
        <w:t xml:space="preserve">O prazo estabelecido pelo </w:t>
      </w:r>
      <w:r w:rsidR="00E17E25" w:rsidRPr="0092721B">
        <w:rPr>
          <w:rFonts w:ascii="Times New Roman" w:hAnsi="Times New Roman" w:cs="Times New Roman"/>
          <w:sz w:val="24"/>
          <w:lang w:eastAsia="en-US"/>
        </w:rPr>
        <w:t>Pregoeiro</w:t>
      </w:r>
      <w:r w:rsidRPr="0092721B">
        <w:rPr>
          <w:rFonts w:ascii="Times New Roman" w:hAnsi="Times New Roman" w:cs="Times New Roman"/>
          <w:sz w:val="24"/>
          <w:lang w:eastAsia="en-US"/>
        </w:rPr>
        <w:t xml:space="preserve"> poderá ser prorrogado por solicitação escrita e justificada do licitante, </w:t>
      </w:r>
      <w:r w:rsidR="00B360A8" w:rsidRPr="0092721B">
        <w:rPr>
          <w:rFonts w:ascii="Times New Roman" w:hAnsi="Times New Roman" w:cs="Times New Roman"/>
          <w:sz w:val="24"/>
          <w:lang w:eastAsia="en-US"/>
        </w:rPr>
        <w:t xml:space="preserve">por meio do e-mail </w:t>
      </w:r>
      <w:hyperlink r:id="rId10" w:history="1">
        <w:r w:rsidR="00B360A8" w:rsidRPr="0092721B">
          <w:rPr>
            <w:rStyle w:val="Hyperlink"/>
            <w:rFonts w:ascii="Times New Roman" w:hAnsi="Times New Roman" w:cs="Times New Roman"/>
            <w:color w:val="auto"/>
            <w:sz w:val="24"/>
            <w:lang w:eastAsia="en-US"/>
          </w:rPr>
          <w:t>cplpu@prefeitura.ufpb</w:t>
        </w:r>
      </w:hyperlink>
      <w:r w:rsidR="00B360A8" w:rsidRPr="0092721B">
        <w:rPr>
          <w:rStyle w:val="Hyperlink"/>
          <w:rFonts w:ascii="Times New Roman" w:hAnsi="Times New Roman" w:cs="Times New Roman"/>
          <w:color w:val="auto"/>
          <w:sz w:val="24"/>
          <w:u w:val="none"/>
          <w:lang w:eastAsia="en-US"/>
        </w:rPr>
        <w:t xml:space="preserve">, </w:t>
      </w:r>
      <w:r w:rsidRPr="0092721B">
        <w:rPr>
          <w:rFonts w:ascii="Times New Roman" w:hAnsi="Times New Roman" w:cs="Times New Roman"/>
          <w:sz w:val="24"/>
          <w:lang w:eastAsia="en-US"/>
        </w:rPr>
        <w:t xml:space="preserve">formulada antes de findo o prazo estabelecido, e formalmente aceita pelo </w:t>
      </w:r>
      <w:r w:rsidR="00E17E25" w:rsidRPr="0092721B">
        <w:rPr>
          <w:rFonts w:ascii="Times New Roman" w:hAnsi="Times New Roman" w:cs="Times New Roman"/>
          <w:sz w:val="24"/>
          <w:lang w:eastAsia="en-US"/>
        </w:rPr>
        <w:t>Pregoeiro</w:t>
      </w:r>
      <w:r w:rsidR="00B360A8" w:rsidRPr="0092721B">
        <w:rPr>
          <w:rFonts w:ascii="Times New Roman" w:hAnsi="Times New Roman" w:cs="Times New Roman"/>
          <w:sz w:val="24"/>
          <w:lang w:eastAsia="en-US"/>
        </w:rPr>
        <w:t>, a seu critério exclusivo.</w:t>
      </w:r>
      <w:r w:rsidRPr="0092721B">
        <w:rPr>
          <w:rFonts w:ascii="Times New Roman" w:hAnsi="Times New Roman" w:cs="Times New Roman"/>
          <w:sz w:val="24"/>
          <w:lang w:eastAsia="en-US"/>
        </w:rPr>
        <w:t xml:space="preserve"> </w:t>
      </w:r>
    </w:p>
    <w:p w14:paraId="53B316CA" w14:textId="77777777" w:rsidR="00755FDD" w:rsidRPr="0092721B"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14:paraId="2925E3C6" w14:textId="7FFCAFF0" w:rsidR="00755FDD" w:rsidRPr="0092721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Dentre os documentos passíveis de solicitação pelo Pregoeiro, além daqueles descritos na Cláusula 8 deste Edital, destacam-se as planilhas de custo readequadas com o </w:t>
      </w:r>
      <w:r w:rsidRPr="0092721B">
        <w:rPr>
          <w:rFonts w:ascii="Times New Roman" w:hAnsi="Times New Roman" w:cs="Times New Roman"/>
          <w:sz w:val="24"/>
          <w:u w:val="single"/>
          <w:lang w:eastAsia="en-US"/>
        </w:rPr>
        <w:t>valor final ofertado</w:t>
      </w:r>
      <w:r w:rsidRPr="0092721B">
        <w:rPr>
          <w:rFonts w:ascii="Times New Roman" w:hAnsi="Times New Roman" w:cs="Times New Roman"/>
          <w:sz w:val="24"/>
          <w:lang w:eastAsia="en-US"/>
        </w:rPr>
        <w:t>, no que couber.</w:t>
      </w:r>
    </w:p>
    <w:p w14:paraId="1BF691BC" w14:textId="77777777" w:rsidR="00755FDD" w:rsidRPr="0092721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Todos os dados informados pelo licitante em sua planilha deverão refletir com fidelidade os custos especificados e a margem de lucro pretendida.</w:t>
      </w:r>
    </w:p>
    <w:p w14:paraId="5D41A366" w14:textId="77777777" w:rsidR="00755FDD" w:rsidRPr="0092721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14:paraId="11A848B5" w14:textId="77777777" w:rsidR="00755FDD" w:rsidRPr="0092721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92721B">
        <w:rPr>
          <w:rFonts w:ascii="Times New Roman" w:hAnsi="Times New Roman" w:cs="Times New Roman"/>
          <w:sz w:val="24"/>
          <w:lang w:eastAsia="en-US"/>
        </w:rPr>
        <w:t xml:space="preserve"> </w:t>
      </w:r>
    </w:p>
    <w:p w14:paraId="7FF9F7C8" w14:textId="77777777" w:rsidR="00755FDD" w:rsidRPr="0092721B" w:rsidRDefault="00755FDD" w:rsidP="009756B3">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Considera-se erro no preenchimento da planilha a indicação de </w:t>
      </w:r>
      <w:r w:rsidRPr="0092721B">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14:paraId="6BB8E802"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Se a proposta ou lance </w:t>
      </w:r>
      <w:r w:rsidR="00EE2945" w:rsidRPr="0092721B">
        <w:rPr>
          <w:rFonts w:ascii="Times New Roman" w:hAnsi="Times New Roman" w:cs="Times New Roman"/>
          <w:bCs/>
          <w:iCs/>
          <w:sz w:val="24"/>
        </w:rPr>
        <w:t>vencedor for desclassificado</w:t>
      </w:r>
      <w:r w:rsidRPr="0092721B">
        <w:rPr>
          <w:rFonts w:ascii="Times New Roman" w:hAnsi="Times New Roman" w:cs="Times New Roman"/>
          <w:bCs/>
          <w:iCs/>
          <w:sz w:val="24"/>
        </w:rPr>
        <w:t xml:space="preserve">, o </w:t>
      </w:r>
      <w:r w:rsidR="00E17E25" w:rsidRPr="0092721B">
        <w:rPr>
          <w:rFonts w:ascii="Times New Roman" w:hAnsi="Times New Roman" w:cs="Times New Roman"/>
          <w:bCs/>
          <w:iCs/>
          <w:sz w:val="24"/>
        </w:rPr>
        <w:t>Pregoeiro</w:t>
      </w:r>
      <w:r w:rsidRPr="0092721B">
        <w:rPr>
          <w:rFonts w:ascii="Times New Roman" w:hAnsi="Times New Roman" w:cs="Times New Roman"/>
          <w:bCs/>
          <w:iCs/>
          <w:sz w:val="24"/>
        </w:rPr>
        <w:t xml:space="preserve"> examinará a proposta ou lance subsequente, e, assim sucessivamente, na ordem de classificação.</w:t>
      </w:r>
    </w:p>
    <w:p w14:paraId="6BB8E803"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necessidade, o </w:t>
      </w:r>
      <w:r w:rsidR="00E17E25" w:rsidRPr="0092721B">
        <w:rPr>
          <w:rFonts w:ascii="Times New Roman" w:hAnsi="Times New Roman" w:cs="Times New Roman"/>
          <w:sz w:val="24"/>
          <w:lang w:eastAsia="en-US"/>
        </w:rPr>
        <w:t>Pregoeiro</w:t>
      </w:r>
      <w:r w:rsidRPr="0092721B">
        <w:rPr>
          <w:rFonts w:ascii="Times New Roman" w:hAnsi="Times New Roman" w:cs="Times New Roman"/>
          <w:sz w:val="24"/>
          <w:lang w:eastAsia="en-US"/>
        </w:rPr>
        <w:t xml:space="preserve"> suspenderá a sessão, informando no “</w:t>
      </w:r>
      <w:r w:rsidRPr="0092721B">
        <w:rPr>
          <w:rFonts w:ascii="Times New Roman" w:hAnsi="Times New Roman" w:cs="Times New Roman"/>
          <w:i/>
          <w:sz w:val="24"/>
          <w:lang w:eastAsia="en-US"/>
        </w:rPr>
        <w:t>chat</w:t>
      </w:r>
      <w:r w:rsidRPr="0092721B">
        <w:rPr>
          <w:rFonts w:ascii="Times New Roman" w:hAnsi="Times New Roman" w:cs="Times New Roman"/>
          <w:sz w:val="24"/>
          <w:lang w:eastAsia="en-US"/>
        </w:rPr>
        <w:t>” a nova data e horário para a continuidade da mesma.</w:t>
      </w:r>
    </w:p>
    <w:p w14:paraId="6FB7A86E" w14:textId="3989043E" w:rsidR="00ED4217" w:rsidRPr="0092721B" w:rsidRDefault="00ED4217" w:rsidP="00ED4217">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Antes de formalizar a aceitação de uma </w:t>
      </w:r>
      <w:r w:rsidR="0092721B" w:rsidRPr="0092721B">
        <w:rPr>
          <w:rFonts w:ascii="Times New Roman" w:hAnsi="Times New Roman" w:cs="Times New Roman"/>
          <w:sz w:val="24"/>
          <w:lang w:eastAsia="en-US"/>
        </w:rPr>
        <w:t>p</w:t>
      </w:r>
      <w:r w:rsidRPr="0092721B">
        <w:rPr>
          <w:rFonts w:ascii="Times New Roman" w:hAnsi="Times New Roman" w:cs="Times New Roman"/>
          <w:sz w:val="24"/>
          <w:lang w:eastAsia="en-US"/>
        </w:rPr>
        <w:t xml:space="preserve">roposta, </w:t>
      </w:r>
      <w:r w:rsidRPr="0092721B">
        <w:rPr>
          <w:rFonts w:ascii="Times New Roman" w:hAnsi="Times New Roman" w:cs="Times New Roman"/>
          <w:sz w:val="24"/>
        </w:rPr>
        <w:t xml:space="preserve">O Pregoeiro poderá encaminhar, por meio do sistema eletrônico, contraproposta ao licitante que apresentou o lance mais vantajoso, com o fim de negociar a obtenção de melhor preço, </w:t>
      </w:r>
      <w:r w:rsidRPr="0092721B">
        <w:rPr>
          <w:rFonts w:ascii="Times New Roman" w:hAnsi="Times New Roman" w:cs="Times New Roman"/>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14:paraId="00D64A2F" w14:textId="18B73C03" w:rsidR="00ED4217" w:rsidRPr="0092721B"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shd w:val="clear" w:color="auto" w:fill="FFFFFF"/>
        </w:rPr>
        <w:t>Os §§ 8º e 9º do Decreto 5450/2005 assim se expressam:</w:t>
      </w:r>
    </w:p>
    <w:p w14:paraId="7651B3C9" w14:textId="07F78BE7" w:rsidR="00ED4217" w:rsidRPr="0092721B"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14:paraId="05ECFED8" w14:textId="18450360" w:rsidR="00ED4217" w:rsidRPr="0092721B"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 9o </w:t>
      </w:r>
      <w:r w:rsidRPr="0092721B">
        <w:rPr>
          <w:rFonts w:ascii="Times New Roman" w:hAnsi="Times New Roman" w:cs="Times New Roman"/>
          <w:sz w:val="24"/>
        </w:rPr>
        <w:t>A negociação será realizada por meio do sistema, podendo ser acompanhada pelos demais licitantes.</w:t>
      </w:r>
    </w:p>
    <w:p w14:paraId="6BB8E805"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Também nas hipóteses em que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aceitar a proposta e passar à subsequente, poderá negociar com o licitante para que seja obtido preço melhor.</w:t>
      </w:r>
    </w:p>
    <w:p w14:paraId="6BB8E807" w14:textId="707258C0"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Sempre que a proposta não for aceita, e antes de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passar à subsequente, haverá nova verificação, pelo sistema, da eventual ocorrência do empate ficto, previsto nos artigos </w:t>
      </w:r>
      <w:r w:rsidRPr="0092721B">
        <w:rPr>
          <w:rFonts w:ascii="Times New Roman" w:hAnsi="Times New Roman" w:cs="Times New Roman"/>
          <w:bCs/>
          <w:sz w:val="24"/>
        </w:rPr>
        <w:t>44 e 45 da LC nº 123, de 2006, seguindo-se a disciplina antes estabelecida, se for o caso.</w:t>
      </w:r>
      <w:r w:rsidR="00D154A8" w:rsidRPr="0092721B">
        <w:rPr>
          <w:rFonts w:ascii="Times New Roman" w:hAnsi="Times New Roman" w:cs="Times New Roman"/>
          <w:bCs/>
          <w:sz w:val="24"/>
        </w:rPr>
        <w:t xml:space="preserve"> </w:t>
      </w:r>
    </w:p>
    <w:p w14:paraId="085B425D" w14:textId="6DD6C560" w:rsidR="00755FDD" w:rsidRPr="0092721B"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bCs/>
          <w:sz w:val="24"/>
        </w:rPr>
        <w:t xml:space="preserve">Havendo empate ficto, o critério de desempate seguirá orientação estabelecida pelo </w:t>
      </w:r>
      <w:r w:rsidRPr="0092721B">
        <w:rPr>
          <w:rFonts w:ascii="Times New Roman" w:hAnsi="Times New Roman" w:cs="Times New Roman"/>
          <w:b/>
          <w:bCs/>
          <w:sz w:val="24"/>
        </w:rPr>
        <w:t>Decreto nº 8.538, de 06/10/2015</w:t>
      </w:r>
      <w:r w:rsidRPr="0092721B">
        <w:rPr>
          <w:rFonts w:ascii="Times New Roman" w:hAnsi="Times New Roman" w:cs="Times New Roman"/>
          <w:bCs/>
          <w:sz w:val="24"/>
        </w:rPr>
        <w:t>, na seguinte forma:</w:t>
      </w:r>
    </w:p>
    <w:p w14:paraId="300DB158" w14:textId="77777777" w:rsidR="00755FDD" w:rsidRPr="0092721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assegurada, como critério de desempate, preferência de contratação para as microempresas e empresas de pequeno porte.</w:t>
      </w:r>
    </w:p>
    <w:p w14:paraId="1859425B" w14:textId="77777777" w:rsidR="00755FDD" w:rsidRPr="0092721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Entende-se haver empate quando as ofertas apresentadas pelas microempresas e empresas de pequeno porte sejam iguais ou até cinco por cento superiores ao menor preço.</w:t>
      </w:r>
    </w:p>
    <w:p w14:paraId="3353582E" w14:textId="77777777" w:rsidR="00755FDD" w:rsidRPr="0092721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Esse disposto somente se aplicará quando a melhor oferta válida não houver sido apresentada por microempresa ou empresa de pequeno porte.</w:t>
      </w:r>
    </w:p>
    <w:p w14:paraId="1F6A9C41" w14:textId="77777777" w:rsidR="00755FDD" w:rsidRPr="0092721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preferência de que trata as Sub-Cláusulas será concedida da seguinte forma:</w:t>
      </w:r>
    </w:p>
    <w:p w14:paraId="57F91E49" w14:textId="77777777" w:rsidR="00755FDD" w:rsidRPr="0092721B"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14:paraId="0B0BCAF6" w14:textId="58ED813B" w:rsidR="00755FDD" w:rsidRPr="0092721B"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w:t>
      </w:r>
    </w:p>
    <w:p w14:paraId="6F7EC84B" w14:textId="77777777" w:rsidR="00755FDD" w:rsidRPr="0092721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dos lances, a microempresa ou a empresa de pequeno porte melhor classificada será convocada para apresentar nova proposta no prazo máximo de cinco minutos por item em situação de empate, sob pena de preclusão.</w:t>
      </w:r>
    </w:p>
    <w:p w14:paraId="4ADCB1B3" w14:textId="77777777" w:rsidR="009756B3" w:rsidRPr="0092721B" w:rsidRDefault="009756B3" w:rsidP="009756B3">
      <w:pPr>
        <w:tabs>
          <w:tab w:val="left" w:pos="1418"/>
          <w:tab w:val="left" w:pos="1701"/>
        </w:tabs>
        <w:spacing w:line="360" w:lineRule="auto"/>
        <w:jc w:val="both"/>
        <w:rPr>
          <w:rFonts w:ascii="Times New Roman" w:hAnsi="Times New Roman" w:cs="Times New Roman"/>
          <w:sz w:val="24"/>
        </w:rPr>
      </w:pPr>
    </w:p>
    <w:p w14:paraId="6BB8E808"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 xml:space="preserve">DA HABILITAÇÃO </w:t>
      </w:r>
    </w:p>
    <w:p w14:paraId="6BB8E80C" w14:textId="77777777" w:rsidR="006A1FD6" w:rsidRPr="0092721B"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seguintes cadastros:</w:t>
      </w:r>
    </w:p>
    <w:p w14:paraId="6BB8E80D" w14:textId="77777777"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14:paraId="6BB8E80E" w14:textId="77777777"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14:paraId="6BB8E80F" w14:textId="77777777"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14:paraId="6BB8E810" w14:textId="77777777"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14:paraId="6BB8E812" w14:textId="77777777"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BB8E813" w14:textId="77777777"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14:paraId="6BB8E817" w14:textId="77777777"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arts.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14:paraId="36E7ECC0" w14:textId="77777777" w:rsidR="004C2F93" w:rsidRPr="0092721B" w:rsidRDefault="004C2F93" w:rsidP="009756B3">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apresentação do contrato social da empresa e sua última alteração são documentos de apresentação obrigatória na habilitação jurídica.</w:t>
      </w:r>
    </w:p>
    <w:p w14:paraId="6BB8E818" w14:textId="77777777"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14:paraId="6BB8E819" w14:textId="47D746EF"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 xml:space="preserve">o licitante será convocado a encaminhar, no prazo de </w:t>
      </w:r>
      <w:r w:rsidR="004C2F93" w:rsidRPr="0092721B">
        <w:rPr>
          <w:rFonts w:ascii="Times New Roman" w:hAnsi="Times New Roman" w:cs="Times New Roman"/>
          <w:sz w:val="24"/>
        </w:rPr>
        <w:t xml:space="preserve">05 </w:t>
      </w:r>
      <w:r w:rsidR="004C2F93" w:rsidRPr="0092721B">
        <w:rPr>
          <w:rFonts w:ascii="Times New Roman" w:hAnsi="Times New Roman" w:cs="Times New Roman"/>
          <w:bCs/>
          <w:sz w:val="24"/>
        </w:rPr>
        <w:t>(cinco) dias úteis</w:t>
      </w:r>
      <w:r w:rsidRPr="0092721B">
        <w:rPr>
          <w:rFonts w:ascii="Times New Roman" w:hAnsi="Times New Roman" w:cs="Times New Roman"/>
          <w:sz w:val="24"/>
        </w:rPr>
        <w:t>, documento válido que comprove o atendimento das exigências deste Edital, sob pena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conforme estatui o art.</w:t>
      </w:r>
      <w:r w:rsidR="004C2F93" w:rsidRPr="0092721B">
        <w:rPr>
          <w:rFonts w:ascii="Times New Roman" w:hAnsi="Times New Roman" w:cs="Times New Roman"/>
          <w:sz w:val="24"/>
        </w:rPr>
        <w:t xml:space="preserve"> 43, § 1º da LC nº 123, de 2006, alterado pela LC nº 147, de 2014.</w:t>
      </w:r>
    </w:p>
    <w:p w14:paraId="6BB8E81A" w14:textId="77777777"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14:paraId="6BB8E81B" w14:textId="77777777"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 xml:space="preserve">Habilitação jurídica: </w:t>
      </w:r>
    </w:p>
    <w:p w14:paraId="5055D12C" w14:textId="77777777"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14:paraId="07465A08" w14:textId="77777777"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30F89E9A" w14:textId="56C4F7AF"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14:paraId="4CE94E8A" w14:textId="77777777"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14:paraId="2D76E0BF" w14:textId="77777777"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12CB0F8" w14:textId="5D5EC858" w:rsidR="00B62A56" w:rsidRPr="0092721B"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Inscrição no Registro Público de Empresas Mercantis onde opera,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14:paraId="6BB8E825" w14:textId="77777777"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14:paraId="3D1D0916" w14:textId="77777777" w:rsidR="00312A2A" w:rsidRDefault="00312A2A" w:rsidP="00312A2A">
      <w:pPr>
        <w:tabs>
          <w:tab w:val="left" w:pos="1418"/>
        </w:tabs>
        <w:spacing w:line="360" w:lineRule="auto"/>
        <w:jc w:val="both"/>
        <w:rPr>
          <w:rFonts w:ascii="Times New Roman" w:hAnsi="Times New Roman" w:cs="Times New Roman"/>
          <w:bCs/>
          <w:sz w:val="24"/>
        </w:rPr>
      </w:pPr>
    </w:p>
    <w:p w14:paraId="1DF26690" w14:textId="77777777" w:rsidR="00312A2A" w:rsidRPr="0092721B" w:rsidRDefault="00312A2A" w:rsidP="00312A2A">
      <w:pPr>
        <w:tabs>
          <w:tab w:val="left" w:pos="1418"/>
        </w:tabs>
        <w:spacing w:line="360" w:lineRule="auto"/>
        <w:jc w:val="both"/>
        <w:rPr>
          <w:rFonts w:ascii="Times New Roman" w:hAnsi="Times New Roman" w:cs="Times New Roman"/>
          <w:bCs/>
          <w:sz w:val="24"/>
        </w:rPr>
      </w:pPr>
    </w:p>
    <w:p w14:paraId="6BB8E826" w14:textId="77777777"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14:paraId="3F05E0F2" w14:textId="787C0520" w:rsidR="009F4E7C" w:rsidRPr="0092721B"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sz w:val="24"/>
          <w:u w:val="single"/>
          <w:lang w:eastAsia="en-US"/>
        </w:rPr>
        <w:t xml:space="preserve">A comprovação de </w:t>
      </w:r>
      <w:r w:rsidRPr="0092721B">
        <w:rPr>
          <w:rFonts w:ascii="Times New Roman" w:hAnsi="Times New Roman" w:cs="Times New Roman"/>
          <w:b/>
          <w:sz w:val="24"/>
          <w:u w:val="single"/>
          <w:lang w:eastAsia="en-US"/>
        </w:rPr>
        <w:t>regularidade fiscal</w:t>
      </w:r>
      <w:r w:rsidRPr="0092721B">
        <w:rPr>
          <w:rFonts w:ascii="Times New Roman" w:hAnsi="Times New Roman" w:cs="Times New Roman"/>
          <w:sz w:val="24"/>
          <w:u w:val="single"/>
          <w:lang w:eastAsia="en-US"/>
        </w:rPr>
        <w:t xml:space="preserve"> das microempresas e empresas de pequeno porte somente será exigida </w:t>
      </w:r>
      <w:r w:rsidRPr="0092721B">
        <w:rPr>
          <w:rFonts w:ascii="Times New Roman" w:hAnsi="Times New Roman" w:cs="Times New Roman"/>
          <w:b/>
          <w:sz w:val="24"/>
          <w:u w:val="single"/>
          <w:lang w:eastAsia="en-US"/>
        </w:rPr>
        <w:t>para efeito de contratação</w:t>
      </w:r>
      <w:r w:rsidRPr="0092721B">
        <w:rPr>
          <w:rFonts w:ascii="Times New Roman" w:hAnsi="Times New Roman" w:cs="Times New Roman"/>
          <w:sz w:val="24"/>
          <w:u w:val="single"/>
          <w:lang w:eastAsia="en-US"/>
        </w:rPr>
        <w:t>, e não como condição para participação na licitação.</w:t>
      </w:r>
      <w:r w:rsidRPr="0092721B">
        <w:rPr>
          <w:rFonts w:ascii="Times New Roman" w:hAnsi="Times New Roman" w:cs="Times New Roman"/>
          <w:sz w:val="24"/>
          <w:lang w:eastAsia="en-US"/>
        </w:rPr>
        <w:t xml:space="preserve"> (Redação dada pelo Art. 4º do Decreto nº 8538, de 06/10/2015</w:t>
      </w:r>
      <w:r w:rsidR="00557D41" w:rsidRPr="0092721B">
        <w:rPr>
          <w:rFonts w:ascii="Times New Roman" w:hAnsi="Times New Roman" w:cs="Times New Roman"/>
          <w:sz w:val="24"/>
          <w:lang w:eastAsia="en-US"/>
        </w:rPr>
        <w:t>, em vigor desde 06/01/2016</w:t>
      </w:r>
      <w:r w:rsidRPr="0092721B">
        <w:rPr>
          <w:rFonts w:ascii="Times New Roman" w:hAnsi="Times New Roman" w:cs="Times New Roman"/>
          <w:sz w:val="24"/>
          <w:lang w:eastAsia="en-US"/>
        </w:rPr>
        <w:t>);</w:t>
      </w:r>
    </w:p>
    <w:p w14:paraId="6BB8E827" w14:textId="77CDCEA8" w:rsidR="00451B0C" w:rsidRPr="0092721B"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14:paraId="6BB8E828" w14:textId="532E2F14" w:rsidR="007C7383" w:rsidRPr="0092721B" w:rsidRDefault="00CA7E2C"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BB8E829" w14:textId="716D80EC"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14:paraId="6BB8E82A" w14:textId="111565D6" w:rsidR="00EE2945"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BB8E82B" w14:textId="2FF13425"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14:paraId="6BB8E82C" w14:textId="3019DA5D"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licitante; </w:t>
      </w:r>
    </w:p>
    <w:p w14:paraId="6BB8E830" w14:textId="5F817DCC"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14:paraId="6BB8E832" w14:textId="2DB07DE6"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rição, sob pena de inabilitação, para efeito de contratação.</w:t>
      </w:r>
    </w:p>
    <w:p w14:paraId="653E7C0A" w14:textId="77777777" w:rsidR="009F4E7C" w:rsidRPr="0092721B"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14:paraId="6BB8E835" w14:textId="40FA29C9"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14:paraId="6BB8E836" w14:textId="3CAE51CA" w:rsidR="00451B0C" w:rsidRPr="0092721B"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Art. 31 da lei 8.666/1993, ao Art. 1.078 do Código Civil, combinado com o Acórdão 1999/2014 TCU-Plenário</w:t>
      </w:r>
      <w:r w:rsidR="00451B0C" w:rsidRPr="0092721B">
        <w:rPr>
          <w:rFonts w:ascii="Times New Roman" w:hAnsi="Times New Roman" w:cs="Times New Roman"/>
          <w:sz w:val="24"/>
        </w:rPr>
        <w:t>;</w:t>
      </w:r>
    </w:p>
    <w:p w14:paraId="6BB8E837" w14:textId="253DBE9F" w:rsidR="00451B0C" w:rsidRPr="0092721B"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14:paraId="6BB8E838" w14:textId="154FB5FE"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14:paraId="6BB8E839" w14:textId="77777777" w:rsidR="0063138C" w:rsidRPr="0092721B"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92721B" w14:paraId="6BB8E83C" w14:textId="77777777" w:rsidTr="00716DDF">
        <w:tc>
          <w:tcPr>
            <w:tcW w:w="1384" w:type="dxa"/>
            <w:vMerge w:val="restart"/>
            <w:vAlign w:val="center"/>
          </w:tcPr>
          <w:p w14:paraId="6BB8E83A" w14:textId="77777777"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14:paraId="6BB8E83B" w14:textId="77777777"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Ativo Circulante + Realizável a Longo Prazo</w:t>
            </w:r>
          </w:p>
        </w:tc>
      </w:tr>
      <w:tr w:rsidR="006A1FD6" w:rsidRPr="0092721B" w14:paraId="6BB8E83F" w14:textId="77777777" w:rsidTr="00716DDF">
        <w:tc>
          <w:tcPr>
            <w:tcW w:w="1384" w:type="dxa"/>
            <w:vMerge/>
          </w:tcPr>
          <w:p w14:paraId="6BB8E83D" w14:textId="77777777"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14:paraId="6BB8E83E" w14:textId="77777777"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14:paraId="6BB8E840" w14:textId="77777777"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92721B" w14:paraId="6BB8E843" w14:textId="77777777" w:rsidTr="00716DDF">
        <w:tc>
          <w:tcPr>
            <w:tcW w:w="1384" w:type="dxa"/>
            <w:vMerge w:val="restart"/>
            <w:vAlign w:val="center"/>
          </w:tcPr>
          <w:p w14:paraId="6BB8E841" w14:textId="77777777"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14:paraId="6BB8E842" w14:textId="77777777"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14:paraId="6BB8E846" w14:textId="77777777" w:rsidTr="00716DDF">
        <w:tc>
          <w:tcPr>
            <w:tcW w:w="1384" w:type="dxa"/>
            <w:vMerge/>
          </w:tcPr>
          <w:p w14:paraId="6BB8E844" w14:textId="77777777"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14:paraId="6BB8E845" w14:textId="77777777"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14:paraId="6BB8E847" w14:textId="77777777"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92721B" w14:paraId="6BB8E84A" w14:textId="77777777" w:rsidTr="00716DDF">
        <w:tc>
          <w:tcPr>
            <w:tcW w:w="2235" w:type="dxa"/>
            <w:vMerge w:val="restart"/>
            <w:vAlign w:val="center"/>
          </w:tcPr>
          <w:p w14:paraId="6BB8E848" w14:textId="77777777"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14:paraId="6BB8E849" w14:textId="77777777"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14:paraId="6BB8E84D" w14:textId="77777777" w:rsidTr="00716DDF">
        <w:tc>
          <w:tcPr>
            <w:tcW w:w="2235" w:type="dxa"/>
            <w:vMerge/>
          </w:tcPr>
          <w:p w14:paraId="6BB8E84B" w14:textId="77777777"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14:paraId="6BB8E84C" w14:textId="77777777"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14:paraId="750EEEBF" w14:textId="77777777" w:rsidTr="00716DDF">
        <w:tc>
          <w:tcPr>
            <w:tcW w:w="2235" w:type="dxa"/>
          </w:tcPr>
          <w:p w14:paraId="2B7664DE" w14:textId="77777777" w:rsidR="00716DDF" w:rsidRPr="0092721B"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14:paraId="780864C6" w14:textId="77777777" w:rsidR="00716DDF" w:rsidRPr="0092721B" w:rsidRDefault="00716DDF" w:rsidP="009756B3">
            <w:pPr>
              <w:tabs>
                <w:tab w:val="left" w:pos="1418"/>
              </w:tabs>
              <w:autoSpaceDE w:val="0"/>
              <w:snapToGrid w:val="0"/>
              <w:spacing w:line="360" w:lineRule="auto"/>
              <w:jc w:val="center"/>
              <w:rPr>
                <w:rFonts w:ascii="Times New Roman" w:hAnsi="Times New Roman" w:cs="Times New Roman"/>
                <w:sz w:val="24"/>
              </w:rPr>
            </w:pPr>
          </w:p>
        </w:tc>
      </w:tr>
    </w:tbl>
    <w:p w14:paraId="6BB8E84E" w14:textId="27D3C7F1" w:rsidR="00451B0C" w:rsidRPr="0092721B"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
          <w:sz w:val="24"/>
        </w:rPr>
      </w:pPr>
      <w:r w:rsidRPr="0092721B">
        <w:rPr>
          <w:rFonts w:ascii="Times New Roman" w:hAnsi="Times New Roman" w:cs="Times New Roman"/>
          <w:bCs/>
          <w:sz w:val="24"/>
        </w:rPr>
        <w:t xml:space="preserve">Comprovação de possuir Capital Circulante Líquido (CCL) ou Capital de Giro (Ativo Circulante – Passivo Circulante) de, no mínimo, </w:t>
      </w:r>
      <w:r w:rsidRPr="0092721B">
        <w:rPr>
          <w:rFonts w:ascii="Times New Roman" w:hAnsi="Times New Roman" w:cs="Times New Roman"/>
          <w:b/>
          <w:bCs/>
          <w:sz w:val="24"/>
        </w:rPr>
        <w:t>16,66%</w:t>
      </w:r>
      <w:r w:rsidRPr="0092721B">
        <w:rPr>
          <w:rFonts w:ascii="Times New Roman" w:hAnsi="Times New Roman" w:cs="Times New Roman"/>
          <w:bCs/>
          <w:sz w:val="24"/>
        </w:rPr>
        <w:t xml:space="preserve"> (dezesseis inteiros e sessenta e seis centésimos por cento) do valor estimado para a contratação ou item pertinente, tendo por base o balanço patrimonial e as demonstrações contábeis do último exercício social;</w:t>
      </w:r>
      <w:r w:rsidR="00451B0C" w:rsidRPr="0092721B">
        <w:rPr>
          <w:rFonts w:ascii="Times New Roman" w:hAnsi="Times New Roman" w:cs="Times New Roman"/>
          <w:bCs/>
          <w:sz w:val="24"/>
        </w:rPr>
        <w:t xml:space="preserve"> </w:t>
      </w:r>
    </w:p>
    <w:p w14:paraId="770352A1" w14:textId="77777777" w:rsidR="00906936" w:rsidRPr="0092721B"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Comprovação de patrimônio líquido de </w:t>
      </w:r>
      <w:r w:rsidRPr="0092721B">
        <w:rPr>
          <w:rFonts w:ascii="Times New Roman" w:hAnsi="Times New Roman" w:cs="Times New Roman"/>
          <w:b/>
          <w:bCs/>
          <w:sz w:val="24"/>
        </w:rPr>
        <w:t>10% (dez por cento)</w:t>
      </w:r>
      <w:r w:rsidRPr="0092721B">
        <w:rPr>
          <w:rFonts w:ascii="Times New Roman" w:hAnsi="Times New Roman" w:cs="Times New Roman"/>
          <w:bCs/>
          <w:sz w:val="24"/>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3E76C0CF" w14:textId="1BDEE0AE" w:rsidR="00906936" w:rsidRPr="0092721B"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
          <w:sz w:val="24"/>
        </w:rPr>
      </w:pPr>
      <w:r w:rsidRPr="0092721B">
        <w:rPr>
          <w:rFonts w:ascii="Times New Roman" w:hAnsi="Times New Roman" w:cs="Times New Roman"/>
          <w:bCs/>
          <w:sz w:val="24"/>
        </w:rPr>
        <w:t xml:space="preserve">Comprovação, por meio de declaração, da relação de compromissos assumidos, conforme modelo constante do </w:t>
      </w:r>
      <w:r w:rsidR="003536FF" w:rsidRPr="0092721B">
        <w:rPr>
          <w:rFonts w:ascii="Times New Roman" w:hAnsi="Times New Roman" w:cs="Times New Roman"/>
          <w:b/>
          <w:bCs/>
          <w:sz w:val="24"/>
        </w:rPr>
        <w:t>Anexo VIII</w:t>
      </w:r>
      <w:r w:rsidRPr="0092721B">
        <w:rPr>
          <w:rFonts w:ascii="Times New Roman" w:hAnsi="Times New Roman" w:cs="Times New Roman"/>
          <w:b/>
          <w:bCs/>
          <w:sz w:val="24"/>
        </w:rPr>
        <w:t xml:space="preserve">, </w:t>
      </w:r>
      <w:r w:rsidRPr="0092721B">
        <w:rPr>
          <w:rFonts w:ascii="Times New Roman" w:hAnsi="Times New Roman" w:cs="Times New Roman"/>
          <w:bCs/>
          <w:sz w:val="24"/>
        </w:rPr>
        <w:t>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14:paraId="6BB8E852" w14:textId="2915B37E"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 xml:space="preserve">deverão comprovar, ainda, a qualificação técnica, por meio de: </w:t>
      </w:r>
    </w:p>
    <w:p w14:paraId="6BB8E860"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14:paraId="6BB8E861" w14:textId="77777777" w:rsidR="000F104D" w:rsidRPr="0092721B"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Os atestados referir-se-ão a contratos já concluídos ou já decorrido no mínimo um ano do início de sua execução, exceto se houver sido firmado para ser executado em prazo inferior, apenas aceito mediante a apresentação do contrato</w:t>
      </w:r>
      <w:r w:rsidR="000F104D" w:rsidRPr="0092721B">
        <w:rPr>
          <w:rFonts w:ascii="Times New Roman" w:hAnsi="Times New Roman" w:cs="Times New Roman"/>
          <w:sz w:val="24"/>
        </w:rPr>
        <w:t>.</w:t>
      </w:r>
    </w:p>
    <w:p w14:paraId="6BB8E862" w14:textId="77777777" w:rsidR="004F6C38" w:rsidRPr="0092721B"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14:paraId="6BB8E863" w14:textId="4676D0EF" w:rsidR="000F104D" w:rsidRPr="0092721B" w:rsidRDefault="003536F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Declaração de Conhecimento das Dificuldades do Serviço,</w:t>
      </w:r>
      <w:r w:rsidR="000F104D" w:rsidRPr="0092721B">
        <w:rPr>
          <w:rFonts w:ascii="Times New Roman" w:hAnsi="Times New Roman" w:cs="Times New Roman"/>
          <w:sz w:val="24"/>
        </w:rPr>
        <w:t xml:space="preserve"> assin</w:t>
      </w:r>
      <w:r w:rsidR="00451B0C" w:rsidRPr="0092721B">
        <w:rPr>
          <w:rFonts w:ascii="Times New Roman" w:hAnsi="Times New Roman" w:cs="Times New Roman"/>
          <w:sz w:val="24"/>
        </w:rPr>
        <w:t>a</w:t>
      </w:r>
      <w:r w:rsidR="00030455" w:rsidRPr="0092721B">
        <w:rPr>
          <w:rFonts w:ascii="Times New Roman" w:hAnsi="Times New Roman" w:cs="Times New Roman"/>
          <w:sz w:val="24"/>
        </w:rPr>
        <w:t xml:space="preserve">do pelo </w:t>
      </w:r>
      <w:r w:rsidRPr="0092721B">
        <w:rPr>
          <w:rFonts w:ascii="Times New Roman" w:hAnsi="Times New Roman" w:cs="Times New Roman"/>
          <w:sz w:val="24"/>
        </w:rPr>
        <w:t>responsável legal da empresa licitante</w:t>
      </w:r>
      <w:r w:rsidR="00030455" w:rsidRPr="0092721B">
        <w:rPr>
          <w:rFonts w:ascii="Times New Roman" w:hAnsi="Times New Roman" w:cs="Times New Roman"/>
          <w:sz w:val="24"/>
        </w:rPr>
        <w:t>, conforme</w:t>
      </w:r>
      <w:r w:rsidR="00451B0C" w:rsidRPr="0092721B">
        <w:rPr>
          <w:rFonts w:ascii="Times New Roman" w:hAnsi="Times New Roman" w:cs="Times New Roman"/>
          <w:sz w:val="24"/>
        </w:rPr>
        <w:t xml:space="preserve"> </w:t>
      </w:r>
      <w:r w:rsidRPr="0092721B">
        <w:rPr>
          <w:rFonts w:ascii="Times New Roman" w:hAnsi="Times New Roman" w:cs="Times New Roman"/>
          <w:sz w:val="24"/>
        </w:rPr>
        <w:t xml:space="preserve">modelo do </w:t>
      </w:r>
      <w:r w:rsidRPr="0092721B">
        <w:rPr>
          <w:rFonts w:ascii="Times New Roman" w:hAnsi="Times New Roman" w:cs="Times New Roman"/>
          <w:b/>
          <w:sz w:val="24"/>
        </w:rPr>
        <w:t>Anexo IV</w:t>
      </w:r>
      <w:r w:rsidR="000F104D" w:rsidRPr="0092721B">
        <w:rPr>
          <w:rFonts w:ascii="Times New Roman" w:hAnsi="Times New Roman" w:cs="Times New Roman"/>
          <w:sz w:val="24"/>
        </w:rPr>
        <w:t>;</w:t>
      </w:r>
    </w:p>
    <w:p w14:paraId="0DBED708" w14:textId="6765D697" w:rsidR="00B62A56" w:rsidRPr="0092721B" w:rsidRDefault="00B62A56" w:rsidP="009756B3">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20BE68C4" w14:textId="46601F6A" w:rsidR="00640423" w:rsidRPr="0092721B"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92721B">
        <w:rPr>
          <w:rFonts w:ascii="Times New Roman" w:hAnsi="Times New Roman" w:cs="Times New Roman"/>
          <w:bCs/>
          <w:sz w:val="24"/>
        </w:rPr>
        <w:t>.</w:t>
      </w:r>
    </w:p>
    <w:p w14:paraId="7CF94FA4" w14:textId="03713B05" w:rsidR="00640423" w:rsidRPr="0092721B"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92721B">
        <w:rPr>
          <w:rStyle w:val="Hyperlink"/>
          <w:rFonts w:ascii="Times New Roman" w:hAnsi="Times New Roman" w:cs="Times New Roman"/>
          <w:bCs/>
          <w:color w:val="auto"/>
          <w:sz w:val="24"/>
          <w:u w:val="none"/>
        </w:rPr>
        <w:t xml:space="preserve"> no mesmo prazo de 02 (duas) horas</w:t>
      </w:r>
      <w:r w:rsidRPr="0092721B">
        <w:rPr>
          <w:rFonts w:ascii="Times New Roman" w:hAnsi="Times New Roman" w:cs="Times New Roman"/>
          <w:bCs/>
          <w:sz w:val="24"/>
        </w:rPr>
        <w:t>. Neste caso, a CPL-PU disponibilizará em sua página na internet, aos interessados e ao público em geral, cópia escaneada da documentação enviada.</w:t>
      </w:r>
    </w:p>
    <w:p w14:paraId="2287DECB" w14:textId="6351D199" w:rsidR="00FB3A37" w:rsidRPr="0092721B" w:rsidRDefault="0026179F" w:rsidP="0092721B">
      <w:pPr>
        <w:pStyle w:val="PargrafodaLista"/>
        <w:numPr>
          <w:ilvl w:val="1"/>
          <w:numId w:val="33"/>
        </w:numPr>
        <w:tabs>
          <w:tab w:val="left" w:pos="1418"/>
        </w:tabs>
        <w:spacing w:line="360" w:lineRule="auto"/>
        <w:ind w:left="0" w:firstLine="0"/>
        <w:contextualSpacing w:val="0"/>
        <w:jc w:val="both"/>
      </w:pPr>
      <w:r w:rsidRPr="0092721B">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92721B">
        <w:rPr>
          <w:rFonts w:ascii="Times New Roman" w:hAnsi="Times New Roman" w:cs="Times New Roman"/>
          <w:b/>
          <w:bCs/>
          <w:sz w:val="24"/>
        </w:rPr>
        <w:t>originais ou cópias autenticadas</w:t>
      </w:r>
      <w:r w:rsidRPr="0092721B">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92721B">
          <w:rPr>
            <w:rFonts w:ascii="Times New Roman" w:hAnsi="Times New Roman" w:cs="Times New Roman"/>
            <w:b/>
            <w:bCs/>
            <w:sz w:val="24"/>
          </w:rPr>
          <w:t>cplpu@prefeitura.ufpb.br</w:t>
        </w:r>
      </w:hyperlink>
      <w:r w:rsidRPr="0092721B">
        <w:rPr>
          <w:rFonts w:ascii="Times New Roman" w:hAnsi="Times New Roman" w:cs="Times New Roman"/>
          <w:bCs/>
          <w:sz w:val="24"/>
        </w:rPr>
        <w:t>. Uma vez aprovada tal documentação, a licitante será declarada habilitada.</w:t>
      </w:r>
      <w:r w:rsidR="0092721B" w:rsidRPr="0092721B">
        <w:t xml:space="preserve"> </w:t>
      </w:r>
    </w:p>
    <w:p w14:paraId="0467FE34" w14:textId="77777777" w:rsidR="0026179F" w:rsidRPr="0092721B"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14:paraId="248FB708" w14:textId="77777777"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14:paraId="386D72D7" w14:textId="77777777"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14:paraId="59DB8024" w14:textId="77777777"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14:paraId="54CFBD58" w14:textId="77777777"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14:paraId="409FB1C2" w14:textId="77777777"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14:paraId="497342AE" w14:textId="77777777"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58.051–900</w:t>
      </w:r>
    </w:p>
    <w:p w14:paraId="65D1F9EE" w14:textId="77777777"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5" w:history="1">
        <w:r w:rsidRPr="0092721B">
          <w:rPr>
            <w:rFonts w:ascii="Times New Roman" w:hAnsi="Times New Roman" w:cs="Times New Roman"/>
            <w:bCs/>
            <w:sz w:val="24"/>
          </w:rPr>
          <w:t>cplpu@prefeitura.ufpb.br</w:t>
        </w:r>
      </w:hyperlink>
    </w:p>
    <w:p w14:paraId="436E0ECE" w14:textId="77777777"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14:paraId="703ACB86" w14:textId="77777777" w:rsidR="0026179F" w:rsidRPr="0092721B" w:rsidRDefault="0026179F" w:rsidP="0026179F">
      <w:pPr>
        <w:rPr>
          <w:rFonts w:ascii="Times New Roman" w:hAnsi="Times New Roman" w:cs="Times New Roman"/>
          <w:sz w:val="24"/>
        </w:rPr>
      </w:pPr>
    </w:p>
    <w:p w14:paraId="46A55E9B" w14:textId="09C8F495" w:rsidR="0026179F" w:rsidRPr="0092721B"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14:paraId="5E836D75" w14:textId="77777777" w:rsidR="0026179F" w:rsidRPr="0092721B"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14:paraId="6BB8E86C" w14:textId="7D44DEEE"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14:paraId="6BB8E86D" w14:textId="21C38573"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14:paraId="6BB8E86E"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14:paraId="6BB8E86F"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14:paraId="6BB8E870"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14:paraId="6BB8E871"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14:paraId="3FE01D99" w14:textId="77777777" w:rsidR="000037F6" w:rsidRPr="0092721B"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14:paraId="13DC4542" w14:textId="77777777" w:rsidR="000037F6" w:rsidRPr="0092721B"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14:paraId="0F99EACF" w14:textId="77777777"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14:paraId="6BB8E872" w14:textId="77777777" w:rsidR="007C7383" w:rsidRPr="0092721B"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14:paraId="6BB8E873" w14:textId="77777777"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14:paraId="6BB8E874" w14:textId="77777777"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BB8E875" w14:textId="77777777"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6BB8E876" w14:textId="77777777"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14:paraId="6BB8E877" w14:textId="77777777"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14:paraId="1ED1C551" w14:textId="36AAB947" w:rsidR="009756B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14:paraId="4E92A30C" w14:textId="77777777" w:rsidR="009756B3" w:rsidRPr="0092721B" w:rsidRDefault="009756B3" w:rsidP="009756B3">
      <w:pPr>
        <w:rPr>
          <w:rFonts w:eastAsiaTheme="minorEastAsia"/>
        </w:rPr>
      </w:pPr>
    </w:p>
    <w:p w14:paraId="6BB8E879" w14:textId="77777777" w:rsidR="006A1FD6" w:rsidRPr="0092721B"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14:paraId="6BB8E87A" w14:textId="1ABA9BE4"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14:paraId="6BB8E87B" w14:textId="77777777"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14:paraId="6BB8E87C" w14:textId="77777777"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apresentar a planilha de custos e formação de preços, devidamente ajustada ao lance vencedor, em conformidade com o modelo anexo a este instrumento convocatório.</w:t>
      </w:r>
    </w:p>
    <w:p w14:paraId="6BB8E87D" w14:textId="77777777"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conter a indicação do banco, número da conta e agência do licitante vencedor, para fins de pagamento.</w:t>
      </w:r>
    </w:p>
    <w:p w14:paraId="6BB8E87E" w14:textId="77777777"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14:paraId="6BB8E87F" w14:textId="77777777"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14:paraId="6A85DD6C" w14:textId="77777777" w:rsidR="009756B3" w:rsidRPr="0092721B" w:rsidRDefault="009756B3" w:rsidP="009756B3">
      <w:pPr>
        <w:tabs>
          <w:tab w:val="left" w:pos="1418"/>
        </w:tabs>
        <w:spacing w:line="360" w:lineRule="auto"/>
        <w:jc w:val="both"/>
        <w:rPr>
          <w:rFonts w:ascii="Times New Roman" w:hAnsi="Times New Roman" w:cs="Times New Roman"/>
          <w:sz w:val="24"/>
        </w:rPr>
      </w:pPr>
    </w:p>
    <w:p w14:paraId="6BB8E880"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DOS RECURSOS</w:t>
      </w:r>
    </w:p>
    <w:p w14:paraId="6BB8E881" w14:textId="577D30FB" w:rsidR="000F104D" w:rsidRPr="0092721B"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 Pregoeiro declarará o vencedor e, depois de decorr</w:t>
      </w:r>
      <w:r w:rsidRPr="0092721B">
        <w:rPr>
          <w:rFonts w:ascii="Times New Roman" w:hAnsi="Times New Roman" w:cs="Times New Roman"/>
          <w:sz w:val="24"/>
        </w:rPr>
        <w:t xml:space="preserve">ida a </w:t>
      </w:r>
      <w:r w:rsidRPr="0092721B">
        <w:rPr>
          <w:rFonts w:ascii="Times New Roman" w:hAnsi="Times New Roman" w:cs="Times New Roman"/>
          <w:sz w:val="24"/>
          <w:lang w:eastAsia="en-US"/>
        </w:rPr>
        <w:t xml:space="preserve">fase de regularização fiscal de microempresa ou empresa de pequeno porte, se for o caso, concederá o </w:t>
      </w:r>
      <w:r w:rsidRPr="0092721B">
        <w:rPr>
          <w:rFonts w:ascii="Times New Roman" w:hAnsi="Times New Roman" w:cs="Times New Roman"/>
          <w:sz w:val="24"/>
        </w:rPr>
        <w:t>prazo de no mínimo 20 (vinte) minutos, para que qualquer licitante manifeste a intenção de recorrer, de forma motivada, isto é, indicando contra qual(is) decisão(ões) pretende recorrer e por quais motivos, em campo próprio do sistema.</w:t>
      </w:r>
    </w:p>
    <w:p w14:paraId="6BB8E882"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quem se manifeste, 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verificar a tempestividade e a existência de motivação da intenção de recorrer, para decidir se admite ou não o recurso, fundamentadamente.</w:t>
      </w:r>
    </w:p>
    <w:p w14:paraId="6BB8E883"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Nesse momento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adentrará no mérito recursal, mas apenas verificará as condições de admissibilidade do recurso.</w:t>
      </w:r>
    </w:p>
    <w:p w14:paraId="6BB8E884" w14:textId="77777777" w:rsidR="0001305A"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falta de manifestação motivada do licitante quanto à intenção de recorrer importará a decadência desse direito</w:t>
      </w:r>
      <w:r w:rsidR="0001305A" w:rsidRPr="0092721B">
        <w:rPr>
          <w:rFonts w:ascii="Times New Roman" w:hAnsi="Times New Roman" w:cs="Times New Roman"/>
          <w:sz w:val="24"/>
        </w:rPr>
        <w:t>.</w:t>
      </w:r>
    </w:p>
    <w:p w14:paraId="6BB8E885"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BB8E886"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14:paraId="6BB8E887"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14:paraId="2C8C5ED0" w14:textId="77777777"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888"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14:paraId="6BB8E889"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14:paraId="6BB8E88A"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14:paraId="201E1E97" w14:textId="77777777"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88B" w14:textId="77777777" w:rsidR="0005755A" w:rsidRPr="0092721B"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14:paraId="6BB8E88C" w14:textId="1A3AA887"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92721B">
        <w:rPr>
          <w:rFonts w:ascii="Times New Roman" w:hAnsi="Times New Roman" w:cs="Times New Roman"/>
          <w:sz w:val="24"/>
        </w:rPr>
        <w:t xml:space="preserve"> </w:t>
      </w:r>
    </w:p>
    <w:p w14:paraId="6BB8E88D" w14:textId="1D70570A"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14:paraId="6BB8E88F" w14:textId="4C3DE63E" w:rsidR="00CB3B71" w:rsidRPr="0092721B"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e desde que devidamente justificado e aceito pela Administração.</w:t>
      </w:r>
    </w:p>
    <w:p w14:paraId="6BB8E890" w14:textId="77777777" w:rsidR="00392DD9" w:rsidRPr="0092721B"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6BB8E891" w14:textId="77777777" w:rsidR="00392DD9" w:rsidRPr="0092721B"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3E885634" w14:textId="77777777" w:rsidR="009756B3" w:rsidRPr="0092721B" w:rsidRDefault="009756B3" w:rsidP="009756B3">
      <w:pPr>
        <w:tabs>
          <w:tab w:val="left" w:pos="1418"/>
        </w:tabs>
        <w:spacing w:line="360" w:lineRule="auto"/>
        <w:jc w:val="both"/>
        <w:rPr>
          <w:rFonts w:ascii="Times New Roman" w:hAnsi="Times New Roman" w:cs="Times New Roman"/>
          <w:sz w:val="24"/>
        </w:rPr>
      </w:pPr>
    </w:p>
    <w:p w14:paraId="6BB8E893"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14:paraId="6BB8E896" w14:textId="2C0CD410" w:rsidR="003C4C35" w:rsidRPr="0092721B"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14:paraId="6BB8E897" w14:textId="77777777" w:rsidR="0018218A" w:rsidRPr="0092721B"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14:paraId="6BB8E898" w14:textId="77777777"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14:paraId="6BB8E89B" w14:textId="77777777" w:rsidR="00CE1872" w:rsidRPr="0092721B"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 validade da garantia, qualquer que seja a modalidade escolhida, deverá abranger um período de mais 3 (três) meses após o término da vigência contratual.</w:t>
      </w:r>
    </w:p>
    <w:p w14:paraId="6BB8E89C" w14:textId="77777777" w:rsidR="005A510C" w:rsidRPr="0092721B"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assegurará, qualquer que seja a modalidade escolhida, o pagamento de: </w:t>
      </w:r>
    </w:p>
    <w:p w14:paraId="6BB8E89D" w14:textId="77777777"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prejuízos advindos do não cumprimento do objeto do contrato; </w:t>
      </w:r>
    </w:p>
    <w:p w14:paraId="6BB8E89E" w14:textId="77777777"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prejuízos diretos causados à Administração decorrentes de culpa ou dolo durante a execução do contrato;</w:t>
      </w:r>
    </w:p>
    <w:p w14:paraId="6BB8E89F" w14:textId="77777777"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multas moratórias e punitivas aplicadas pela Administração à contratada; e  </w:t>
      </w:r>
    </w:p>
    <w:p w14:paraId="6BB8E8A0" w14:textId="77777777"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obrigações trabalhistas e previdenciárias de qualquer natureza, não adimplidas pela contratada, quando couber.</w:t>
      </w:r>
    </w:p>
    <w:p w14:paraId="6BB8E8A1" w14:textId="77777777"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14:paraId="6BB8E8A2" w14:textId="77777777"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14:paraId="6BB8E8A3" w14:textId="77777777"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14:paraId="6BB8E8A4" w14:textId="3309C558"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14:paraId="6BB8E8A5" w14:textId="77777777"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14:paraId="6BB8E8A6" w14:textId="77777777" w:rsidR="00E74BE2" w:rsidRPr="0092721B"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14:paraId="6BB8E8A7" w14:textId="77777777"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6BB8E8A8" w14:textId="77777777"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no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14:paraId="0F5FF072" w14:textId="77777777"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14:paraId="6BB8E8A9" w14:textId="5B94E03D" w:rsidR="009F050F" w:rsidRPr="0092721B"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14:paraId="6BB8E8AB" w14:textId="0D746FEE" w:rsidR="00E824F5" w:rsidRPr="0092721B"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92721B">
        <w:rPr>
          <w:rFonts w:ascii="Times New Roman" w:hAnsi="Times New Roman" w:cs="Times New Roman"/>
          <w:sz w:val="24"/>
        </w:rPr>
        <w:t>.</w:t>
      </w:r>
    </w:p>
    <w:p w14:paraId="6BB8E8AC" w14:textId="63412D24" w:rsidR="00F84E67" w:rsidRPr="0092721B" w:rsidRDefault="00E824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 xml:space="preserve">O prazo de vigência da </w:t>
      </w:r>
      <w:r w:rsidR="0012525E" w:rsidRPr="0092721B">
        <w:rPr>
          <w:rFonts w:ascii="Times New Roman" w:hAnsi="Times New Roman" w:cs="Times New Roman"/>
          <w:bCs/>
          <w:iCs/>
          <w:sz w:val="24"/>
        </w:rPr>
        <w:t>Ata do Registro de Preços</w:t>
      </w:r>
      <w:r w:rsidRPr="0092721B">
        <w:rPr>
          <w:rFonts w:ascii="Times New Roman" w:hAnsi="Times New Roman" w:cs="Times New Roman"/>
          <w:bCs/>
          <w:iCs/>
          <w:sz w:val="24"/>
        </w:rPr>
        <w:t xml:space="preserve"> é de </w:t>
      </w:r>
      <w:r w:rsidR="00FF72AF" w:rsidRPr="0092721B">
        <w:rPr>
          <w:rFonts w:ascii="Times New Roman" w:hAnsi="Times New Roman" w:cs="Times New Roman"/>
          <w:bCs/>
          <w:iCs/>
          <w:sz w:val="24"/>
        </w:rPr>
        <w:t>12 (doze) meses</w:t>
      </w:r>
      <w:r w:rsidRPr="0092721B">
        <w:rPr>
          <w:rFonts w:ascii="Times New Roman" w:hAnsi="Times New Roman" w:cs="Times New Roman"/>
          <w:bCs/>
          <w:iCs/>
          <w:sz w:val="24"/>
        </w:rPr>
        <w:t>.</w:t>
      </w:r>
    </w:p>
    <w:p w14:paraId="6BB8E8AD" w14:textId="77777777"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r w:rsidRPr="0092721B">
        <w:rPr>
          <w:rFonts w:ascii="Times New Roman" w:hAnsi="Times New Roman" w:cs="Times New Roman"/>
          <w:i/>
          <w:sz w:val="24"/>
        </w:rPr>
        <w:t>on line</w:t>
      </w:r>
      <w:r w:rsidRPr="0092721B">
        <w:rPr>
          <w:rFonts w:ascii="Times New Roman" w:hAnsi="Times New Roman" w:cs="Times New Roman"/>
          <w:sz w:val="24"/>
        </w:rPr>
        <w:t>” ao SICAF, bem como ao Cadastro Informativo de Créditos não Quitados – CADIN, cujos resultados serão anexados aos autos do processo.</w:t>
      </w:r>
    </w:p>
    <w:p w14:paraId="6BB8E8AE" w14:textId="77777777"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14:paraId="6BB8E8AF" w14:textId="1E5DED45" w:rsidR="00E824F5" w:rsidRPr="0092721B"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14:paraId="6BB8E8B1" w14:textId="77777777" w:rsidR="00E824F5" w:rsidRPr="0092721B"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14:paraId="6BB8E8B2" w14:textId="77777777"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489EA482" w14:textId="77777777" w:rsidR="00655080" w:rsidRPr="0092721B" w:rsidRDefault="00655080" w:rsidP="00655080">
      <w:pPr>
        <w:tabs>
          <w:tab w:val="left" w:pos="1418"/>
        </w:tabs>
        <w:spacing w:line="360" w:lineRule="auto"/>
        <w:jc w:val="both"/>
        <w:rPr>
          <w:rFonts w:ascii="Times New Roman" w:hAnsi="Times New Roman" w:cs="Times New Roman"/>
          <w:sz w:val="24"/>
        </w:rPr>
      </w:pPr>
    </w:p>
    <w:p w14:paraId="6BB8E8B4"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14:paraId="6BB8E8B5" w14:textId="77777777" w:rsidR="000F104D" w:rsidRPr="0092721B"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14:paraId="246FA6BC" w14:textId="5C6E4834" w:rsidR="0015099E" w:rsidRPr="0092721B"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6F5A50" w:rsidRPr="0092721B">
        <w:rPr>
          <w:rFonts w:ascii="Times New Roman" w:hAnsi="Times New Roman" w:cs="Times New Roman"/>
          <w:sz w:val="24"/>
        </w:rPr>
        <w:t>.</w:t>
      </w:r>
    </w:p>
    <w:p w14:paraId="6E97F9F0" w14:textId="77777777"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8B7"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FISCALIZAÇÃO</w:t>
      </w:r>
    </w:p>
    <w:p w14:paraId="6BB8E8B8"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14:paraId="7E9ACF3A" w14:textId="77777777" w:rsidR="0075007A" w:rsidRPr="0092721B"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14:paraId="6BB8E8B9"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DAS OBRIGAÇÕES DA CONTRATANTE E DA CONTRATADA</w:t>
      </w:r>
    </w:p>
    <w:p w14:paraId="6BB8E8BA"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14:paraId="6BB8E8BB"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14:paraId="6BB8E8BC" w14:textId="1AA8CC10" w:rsidR="00B23D68" w:rsidRPr="0092721B" w:rsidRDefault="0044264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no prazo de 30 (trinta) dias, contados da apresentação da Nota Fiscal/Fatura contendo </w:t>
      </w:r>
      <w:r w:rsidRPr="0092721B">
        <w:rPr>
          <w:rFonts w:ascii="Times New Roman" w:hAnsi="Times New Roman" w:cs="Times New Roman"/>
          <w:sz w:val="24"/>
          <w:lang w:eastAsia="en-US"/>
        </w:rPr>
        <w:t>o detalhamento dos serviços executados e os materiais empregados, através de ordem bancária, para crédito em banco, agência e conta corrente indicados pelo contratado.</w:t>
      </w:r>
    </w:p>
    <w:p w14:paraId="6BB8E8BE" w14:textId="7BBA04C4"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Os pagamentos decorrentes de despesas cujos valores não ultrapassem o limite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14:paraId="6BB8E8BF" w14:textId="4CB7C07A"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14:paraId="6BB8E8C0" w14:textId="77777777" w:rsidR="00BD5BC2" w:rsidRPr="0092721B"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6BB8E8C1" w14:textId="77777777"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BB8E8C2" w14:textId="77777777"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14:paraId="6BB8E8C3" w14:textId="77777777"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não produziu os resultados acordados;</w:t>
      </w:r>
    </w:p>
    <w:p w14:paraId="6BB8E8C4" w14:textId="77777777"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executar as atividades contratadas, ou não as executou com a qualidade mínima exigida;</w:t>
      </w:r>
    </w:p>
    <w:p w14:paraId="6BB8E8C5" w14:textId="77777777"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utilizar os materiais e recursos humanos exigidos para a execução do serviço, ou utilizou-os com qualidade ou quantidade inferior à demandada.</w:t>
      </w:r>
    </w:p>
    <w:p w14:paraId="6BB8E8C6" w14:textId="77777777"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14:paraId="6BB8E8C7" w14:textId="77777777"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14:paraId="6BB8E8C8" w14:textId="084B1BCE"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14:paraId="6BB8E8C9" w14:textId="77777777"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BB8E8CA" w14:textId="77777777"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14:paraId="6BB8E8CB" w14:textId="77777777"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14:paraId="6BB8E8CC" w14:textId="77777777" w:rsidR="00B23D68"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14:paraId="6BB8E8CD" w14:textId="77777777"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14:paraId="6BB8E8CE" w14:textId="77777777"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BB8E8CF" w14:textId="77777777" w:rsidR="000F104D"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14:paraId="6BB8E8D0" w14:textId="77777777" w:rsidR="000F104D" w:rsidRPr="0092721B" w:rsidRDefault="000F104D" w:rsidP="0017536F">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14:paraId="6BB8E8D1" w14:textId="77777777" w:rsidR="000F104D" w:rsidRPr="0092721B" w:rsidRDefault="000F104D" w:rsidP="009756B3">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14:paraId="6BB8E8D2" w14:textId="77777777"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14:paraId="6BB8E8D3" w14:textId="77777777"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14:paraId="6BB8E8D4" w14:textId="77777777"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r w:rsidRPr="0092721B">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92721B" w14:paraId="6BB8E8DA" w14:textId="77777777" w:rsidTr="00115D5D">
        <w:tc>
          <w:tcPr>
            <w:tcW w:w="1843" w:type="dxa"/>
            <w:vMerge w:val="restart"/>
            <w:vAlign w:val="center"/>
          </w:tcPr>
          <w:p w14:paraId="6BB8E8D5" w14:textId="77777777"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I = (TX)</w:t>
            </w:r>
          </w:p>
        </w:tc>
        <w:tc>
          <w:tcPr>
            <w:tcW w:w="565" w:type="dxa"/>
            <w:vMerge w:val="restart"/>
            <w:vAlign w:val="center"/>
          </w:tcPr>
          <w:p w14:paraId="6BB8E8D6" w14:textId="77777777"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14:paraId="6BB8E8D7" w14:textId="77777777"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( 6 / 100 )</w:t>
            </w:r>
          </w:p>
        </w:tc>
        <w:tc>
          <w:tcPr>
            <w:tcW w:w="4501" w:type="dxa"/>
            <w:vMerge w:val="restart"/>
            <w:vAlign w:val="center"/>
          </w:tcPr>
          <w:p w14:paraId="6BB8E8D8" w14:textId="77777777"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14:paraId="6BB8E8D9" w14:textId="77777777"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14:paraId="6BB8E8DF" w14:textId="77777777" w:rsidTr="00115D5D">
        <w:tc>
          <w:tcPr>
            <w:tcW w:w="1843" w:type="dxa"/>
            <w:vMerge/>
          </w:tcPr>
          <w:p w14:paraId="6BB8E8DB" w14:textId="77777777"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14:paraId="6BB8E8DC" w14:textId="77777777"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14:paraId="6BB8E8DD" w14:textId="77777777"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14:paraId="6BB8E8DE" w14:textId="77777777"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r>
    </w:tbl>
    <w:p w14:paraId="6BB8E8E0" w14:textId="4F6A7D2A" w:rsidR="00E824F5" w:rsidRPr="0092721B"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14:paraId="30324702" w14:textId="77777777" w:rsidR="009756B3" w:rsidRPr="0092721B" w:rsidRDefault="009756B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14:paraId="6BB8E8E1" w14:textId="77777777"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14:paraId="6BB8E8E2" w14:textId="77777777"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14:paraId="6BB8E8E3" w14:textId="77777777"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14:paraId="6BB8E8E4" w14:textId="77777777"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1B0FC278" w14:textId="77777777" w:rsidR="00B72D07" w:rsidRPr="0092721B" w:rsidRDefault="00B72D07" w:rsidP="00B72D07">
      <w:pPr>
        <w:tabs>
          <w:tab w:val="left" w:pos="1418"/>
        </w:tabs>
        <w:spacing w:line="360" w:lineRule="auto"/>
        <w:jc w:val="both"/>
        <w:rPr>
          <w:rFonts w:ascii="Times New Roman" w:hAnsi="Times New Roman" w:cs="Times New Roman"/>
          <w:sz w:val="24"/>
        </w:rPr>
      </w:pPr>
    </w:p>
    <w:p w14:paraId="6BB8E8E5" w14:textId="2BED5A7A" w:rsidR="000F104D" w:rsidRPr="0092721B" w:rsidRDefault="003A087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14:paraId="6BB8E8E6"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14:paraId="6BB8E8E7" w14:textId="77777777" w:rsidR="009E51DF" w:rsidRPr="0092721B"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14:paraId="6BB8E8E8"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apresentar documentação falsa;</w:t>
      </w:r>
    </w:p>
    <w:p w14:paraId="6BB8E8E9"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deixar de entregar os documentos exigidos no certame;</w:t>
      </w:r>
    </w:p>
    <w:p w14:paraId="6BB8E8EA"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rPr>
        <w:t>ensejar o retardamento da execução do objeto;</w:t>
      </w:r>
    </w:p>
    <w:p w14:paraId="6BB8E8EB"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mantiver a proposta;</w:t>
      </w:r>
    </w:p>
    <w:p w14:paraId="6BB8E8EC"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 fraude fiscal</w:t>
      </w:r>
      <w:r w:rsidRPr="0092721B">
        <w:rPr>
          <w:rFonts w:ascii="Times New Roman" w:hAnsi="Times New Roman" w:cs="Times New Roman"/>
          <w:sz w:val="24"/>
          <w:shd w:val="clear" w:color="auto" w:fill="FFFFFF"/>
        </w:rPr>
        <w:t>;</w:t>
      </w:r>
    </w:p>
    <w:p w14:paraId="6BB8E8ED"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14:paraId="6BB8E8EE" w14:textId="77777777" w:rsidR="00A51632" w:rsidRPr="0092721B"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BB8E8EF"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14:paraId="6BB8E8F0" w14:textId="0D00EBBC"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Multa de </w:t>
      </w:r>
      <w:r w:rsidR="001809B9" w:rsidRPr="0092721B">
        <w:rPr>
          <w:rFonts w:ascii="Times New Roman" w:hAnsi="Times New Roman" w:cs="Times New Roman"/>
          <w:sz w:val="24"/>
          <w:shd w:val="clear" w:color="auto" w:fill="FFFFFF"/>
        </w:rPr>
        <w:t>até 20% (vinte por cento)</w:t>
      </w:r>
      <w:r w:rsidRPr="0092721B">
        <w:rPr>
          <w:rFonts w:ascii="Times New Roman" w:hAnsi="Times New Roman" w:cs="Times New Roman"/>
          <w:sz w:val="24"/>
          <w:shd w:val="clear" w:color="auto" w:fill="FFFFFF"/>
        </w:rPr>
        <w:t xml:space="preserve"> sobre o valor estimado do(s) item(s) prejudicado(s) pela conduta do licitante;</w:t>
      </w:r>
    </w:p>
    <w:p w14:paraId="6BB8E8F1" w14:textId="77777777"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14:paraId="6BB8E8F2"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14:paraId="6BB8E8F3"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BB8E8F4"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14:paraId="6BB8E8F5"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14:paraId="6BB8E8F6"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14:paraId="43509943" w14:textId="77777777"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8F7"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ESCLARECIMENTO</w:t>
      </w:r>
    </w:p>
    <w:p w14:paraId="6BB8E8F8"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14:paraId="6BB8E8F9" w14:textId="0D6B1066" w:rsidR="000F104D" w:rsidRPr="0092721B"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Gabinete da Reitoria (Sala 09 – Antiga Sala de Reuniões), à Comissão Permanente de Licitação da Prefeitura Universitária (CPL-PU).</w:t>
      </w:r>
    </w:p>
    <w:p w14:paraId="6BB8E8FB"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14:paraId="6BB8E8FC"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14:paraId="6BB8E8FD"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14:paraId="6BB8E8FE"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impugnações e pedidos de esclarecimentos não suspendem os prazos previstos no certame.</w:t>
      </w:r>
    </w:p>
    <w:p w14:paraId="6BB8E8FF"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respostas às impugnações e os esclarecimentos prestados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serão entranhados nos autos do processo licitatório e estarão disponíveis para consulta por qualquer interessado.</w:t>
      </w:r>
    </w:p>
    <w:p w14:paraId="0614737D" w14:textId="77777777"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900" w14:textId="77777777"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14:paraId="6BB8E901"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w:t>
      </w:r>
    </w:p>
    <w:p w14:paraId="6BB8E902"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BB8E903"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 A homologação do resultado desta licitação não implicará direito à contratação.</w:t>
      </w:r>
    </w:p>
    <w:p w14:paraId="6BB8E904"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6BB8E905"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14:paraId="6BB8E906"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14:paraId="6BB8E907"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14:paraId="6BB8E908" w14:textId="77777777"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14:paraId="6BB8E909" w14:textId="4D2859CB" w:rsidR="000F104D" w:rsidRPr="0092721B"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 xml:space="preserve">Gabinete da Reitoria (Sala 09 – Antiga Sala de Reuniões), </w:t>
      </w:r>
      <w:r w:rsidRPr="0092721B">
        <w:rPr>
          <w:rFonts w:ascii="Times New Roman" w:hAnsi="Times New Roman" w:cs="Times New Roman"/>
          <w:sz w:val="24"/>
        </w:rPr>
        <w:t>nos dias úteis, no horário das 08h:00min horas às 12h:00min horas e das 14h:00min às 17h:00min, mesmo endereço e período no qual os autos do processo administrativo permanecerão com vista franqueada aos interessados.</w:t>
      </w:r>
    </w:p>
    <w:p w14:paraId="6BB8E90A" w14:textId="77777777" w:rsidR="000F104D" w:rsidRPr="0092721B"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Integram este Edital, para todos os fins e efeitos, os seguintes anexos:</w:t>
      </w:r>
    </w:p>
    <w:p w14:paraId="6BB8E90B" w14:textId="77777777"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ANEXO I – Termo de Referência;</w:t>
      </w:r>
    </w:p>
    <w:p w14:paraId="6BB8E90C" w14:textId="77777777"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ANEXO II – Minuta de Ata de Registro de Preços;</w:t>
      </w:r>
    </w:p>
    <w:p w14:paraId="6BB8E90D" w14:textId="7B7009EE"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ANEXO III –</w:t>
      </w:r>
      <w:r w:rsidR="00F277F5" w:rsidRPr="0092721B">
        <w:rPr>
          <w:rFonts w:ascii="Times New Roman" w:hAnsi="Times New Roman" w:cs="Times New Roman"/>
          <w:sz w:val="24"/>
        </w:rPr>
        <w:t xml:space="preserve"> Declarações</w:t>
      </w:r>
      <w:r w:rsidRPr="0092721B">
        <w:rPr>
          <w:rFonts w:ascii="Times New Roman" w:hAnsi="Times New Roman" w:cs="Times New Roman"/>
          <w:sz w:val="24"/>
        </w:rPr>
        <w:t>;</w:t>
      </w:r>
    </w:p>
    <w:p w14:paraId="6BB8E90E" w14:textId="677FEEB0"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ANEXO IV – </w:t>
      </w:r>
      <w:r w:rsidR="0073215F" w:rsidRPr="0092721B">
        <w:rPr>
          <w:rFonts w:ascii="Times New Roman" w:hAnsi="Times New Roman" w:cs="Times New Roman"/>
          <w:sz w:val="24"/>
        </w:rPr>
        <w:t xml:space="preserve">Declaração de Conhecimento das </w:t>
      </w:r>
      <w:r w:rsidR="007B07DC" w:rsidRPr="0092721B">
        <w:rPr>
          <w:rFonts w:ascii="Times New Roman" w:hAnsi="Times New Roman" w:cs="Times New Roman"/>
          <w:sz w:val="24"/>
        </w:rPr>
        <w:t xml:space="preserve">Condições Locais e </w:t>
      </w:r>
      <w:r w:rsidR="0073215F" w:rsidRPr="0092721B">
        <w:rPr>
          <w:rFonts w:ascii="Times New Roman" w:hAnsi="Times New Roman" w:cs="Times New Roman"/>
          <w:sz w:val="24"/>
        </w:rPr>
        <w:t>Dificuldades do Serviço</w:t>
      </w:r>
      <w:r w:rsidR="007B07DC" w:rsidRPr="0092721B">
        <w:rPr>
          <w:rFonts w:ascii="Times New Roman" w:hAnsi="Times New Roman" w:cs="Times New Roman"/>
          <w:sz w:val="24"/>
        </w:rPr>
        <w:t xml:space="preserve"> e(ou) Entrega dos Bens</w:t>
      </w:r>
      <w:r w:rsidRPr="0092721B">
        <w:rPr>
          <w:rFonts w:ascii="Times New Roman" w:hAnsi="Times New Roman" w:cs="Times New Roman"/>
          <w:sz w:val="24"/>
        </w:rPr>
        <w:t>;</w:t>
      </w:r>
    </w:p>
    <w:p w14:paraId="6BB8E90F" w14:textId="25132E3B"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ANEXO V – </w:t>
      </w:r>
      <w:r w:rsidR="00F277F5" w:rsidRPr="0092721B">
        <w:rPr>
          <w:rFonts w:ascii="Times New Roman" w:hAnsi="Times New Roman" w:cs="Times New Roman"/>
          <w:sz w:val="24"/>
        </w:rPr>
        <w:t>Minuta de Termo de Contrato</w:t>
      </w:r>
      <w:r w:rsidRPr="0092721B">
        <w:rPr>
          <w:rFonts w:ascii="Times New Roman" w:hAnsi="Times New Roman" w:cs="Times New Roman"/>
          <w:sz w:val="24"/>
        </w:rPr>
        <w:t>;</w:t>
      </w:r>
    </w:p>
    <w:p w14:paraId="6BB8E910" w14:textId="410E36D1"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ANEXO VI – </w:t>
      </w:r>
      <w:r w:rsidR="00F277F5" w:rsidRPr="0092721B">
        <w:rPr>
          <w:rFonts w:ascii="Times New Roman" w:hAnsi="Times New Roman" w:cs="Times New Roman"/>
          <w:sz w:val="24"/>
        </w:rPr>
        <w:t>Modelo de Carta-Proposta;</w:t>
      </w:r>
    </w:p>
    <w:p w14:paraId="5959BAEE" w14:textId="03FE2A05" w:rsidR="00F277F5" w:rsidRPr="0092721B" w:rsidRDefault="00F277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ANEXO VII – Modelo do Ac</w:t>
      </w:r>
      <w:r w:rsidR="00655080" w:rsidRPr="0092721B">
        <w:rPr>
          <w:rFonts w:ascii="Times New Roman" w:hAnsi="Times New Roman" w:cs="Times New Roman"/>
          <w:sz w:val="24"/>
        </w:rPr>
        <w:t>ordo de Níveis de Serviço – ANS;</w:t>
      </w:r>
    </w:p>
    <w:p w14:paraId="1B892934" w14:textId="3C32DAC3" w:rsidR="00655080" w:rsidRPr="0092721B" w:rsidRDefault="00655080"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ANEXO VIII – Modelo de Declaração de Contratos Firmados com a Iniciativa Pr</w:t>
      </w:r>
      <w:r w:rsidR="003A0874" w:rsidRPr="0092721B">
        <w:rPr>
          <w:rFonts w:ascii="Times New Roman" w:hAnsi="Times New Roman" w:cs="Times New Roman"/>
          <w:sz w:val="24"/>
        </w:rPr>
        <w:t>ivada e a Administração Pública;</w:t>
      </w:r>
    </w:p>
    <w:p w14:paraId="0B50F77B" w14:textId="4C3C3220" w:rsidR="003A0874" w:rsidRPr="0092721B" w:rsidRDefault="003A0874"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ANEXO IX – Declaração de Sustentabilidade Ambiental.</w:t>
      </w:r>
    </w:p>
    <w:p w14:paraId="0919ECE4" w14:textId="77777777" w:rsidR="00655080" w:rsidRPr="0092721B" w:rsidRDefault="00655080" w:rsidP="009756B3">
      <w:pPr>
        <w:tabs>
          <w:tab w:val="left" w:pos="1418"/>
        </w:tabs>
        <w:spacing w:line="360" w:lineRule="auto"/>
        <w:ind w:right="-15"/>
        <w:jc w:val="center"/>
        <w:rPr>
          <w:rFonts w:ascii="Times New Roman" w:hAnsi="Times New Roman" w:cs="Times New Roman"/>
          <w:sz w:val="24"/>
        </w:rPr>
      </w:pPr>
    </w:p>
    <w:p w14:paraId="4F446B56" w14:textId="662B2447" w:rsidR="00F277F5" w:rsidRPr="0092721B" w:rsidRDefault="000F330B" w:rsidP="009756B3">
      <w:pPr>
        <w:tabs>
          <w:tab w:val="left" w:pos="1418"/>
        </w:tabs>
        <w:spacing w:line="360" w:lineRule="auto"/>
        <w:ind w:right="-15"/>
        <w:jc w:val="center"/>
        <w:rPr>
          <w:rFonts w:ascii="Times New Roman" w:hAnsi="Times New Roman" w:cs="Times New Roman"/>
          <w:sz w:val="24"/>
        </w:rPr>
      </w:pPr>
      <w:r>
        <w:rPr>
          <w:rFonts w:ascii="Times New Roman" w:hAnsi="Times New Roman" w:cs="Times New Roman"/>
          <w:sz w:val="24"/>
        </w:rPr>
        <w:t>João Pessoa – PB, 01 de agosto</w:t>
      </w:r>
      <w:r w:rsidR="00F277F5" w:rsidRPr="0092721B">
        <w:rPr>
          <w:rFonts w:ascii="Times New Roman" w:hAnsi="Times New Roman" w:cs="Times New Roman"/>
          <w:sz w:val="24"/>
        </w:rPr>
        <w:t xml:space="preserve"> de 2016.</w:t>
      </w:r>
    </w:p>
    <w:p w14:paraId="0ED695CA" w14:textId="77777777" w:rsidR="00F277F5" w:rsidRPr="0092721B" w:rsidRDefault="00F277F5" w:rsidP="008251A4">
      <w:pPr>
        <w:tabs>
          <w:tab w:val="left" w:pos="1418"/>
        </w:tabs>
        <w:ind w:right="-15"/>
        <w:jc w:val="center"/>
        <w:rPr>
          <w:rFonts w:ascii="Times New Roman" w:hAnsi="Times New Roman" w:cs="Times New Roman"/>
          <w:sz w:val="24"/>
        </w:rPr>
      </w:pPr>
    </w:p>
    <w:p w14:paraId="0877F86C" w14:textId="77777777" w:rsidR="008251A4" w:rsidRPr="0092721B" w:rsidRDefault="008251A4" w:rsidP="008251A4">
      <w:pPr>
        <w:tabs>
          <w:tab w:val="left" w:pos="1418"/>
        </w:tabs>
        <w:ind w:right="-15"/>
        <w:jc w:val="center"/>
        <w:rPr>
          <w:rFonts w:ascii="Times New Roman" w:hAnsi="Times New Roman" w:cs="Times New Roman"/>
          <w:sz w:val="24"/>
        </w:rPr>
      </w:pPr>
    </w:p>
    <w:p w14:paraId="593D2E2A" w14:textId="77777777" w:rsidR="00F277F5" w:rsidRPr="0092721B" w:rsidRDefault="00F277F5" w:rsidP="008251A4">
      <w:pPr>
        <w:tabs>
          <w:tab w:val="left" w:pos="1418"/>
        </w:tabs>
        <w:jc w:val="center"/>
        <w:rPr>
          <w:rFonts w:ascii="Times New Roman" w:hAnsi="Times New Roman" w:cs="Times New Roman"/>
          <w:b/>
          <w:bCs/>
          <w:iCs/>
          <w:sz w:val="24"/>
        </w:rPr>
      </w:pPr>
      <w:r w:rsidRPr="0092721B">
        <w:rPr>
          <w:rFonts w:ascii="Times New Roman" w:hAnsi="Times New Roman" w:cs="Times New Roman"/>
          <w:b/>
          <w:bCs/>
          <w:iCs/>
          <w:sz w:val="24"/>
        </w:rPr>
        <w:t>_______________________________________</w:t>
      </w:r>
    </w:p>
    <w:p w14:paraId="1B20DB8D" w14:textId="77777777" w:rsidR="00F277F5" w:rsidRPr="0092721B" w:rsidRDefault="00F277F5" w:rsidP="008251A4">
      <w:pPr>
        <w:tabs>
          <w:tab w:val="left" w:pos="1418"/>
        </w:tabs>
        <w:jc w:val="center"/>
        <w:rPr>
          <w:rFonts w:ascii="Times New Roman" w:hAnsi="Times New Roman" w:cs="Times New Roman"/>
          <w:b/>
          <w:sz w:val="24"/>
        </w:rPr>
      </w:pPr>
      <w:r w:rsidRPr="0092721B">
        <w:rPr>
          <w:rFonts w:ascii="Times New Roman" w:hAnsi="Times New Roman" w:cs="Times New Roman"/>
          <w:b/>
          <w:sz w:val="24"/>
        </w:rPr>
        <w:t>JANDIR DE SANTANA</w:t>
      </w:r>
    </w:p>
    <w:p w14:paraId="56935EFA" w14:textId="77777777" w:rsidR="00F277F5" w:rsidRPr="0092721B" w:rsidRDefault="00F277F5" w:rsidP="008251A4">
      <w:pPr>
        <w:tabs>
          <w:tab w:val="left" w:pos="1418"/>
        </w:tabs>
        <w:jc w:val="center"/>
        <w:rPr>
          <w:rFonts w:ascii="Times New Roman" w:hAnsi="Times New Roman" w:cs="Times New Roman"/>
          <w:sz w:val="24"/>
        </w:rPr>
      </w:pPr>
      <w:r w:rsidRPr="0092721B">
        <w:rPr>
          <w:rFonts w:ascii="Times New Roman" w:hAnsi="Times New Roman" w:cs="Times New Roman"/>
          <w:b/>
          <w:sz w:val="24"/>
        </w:rPr>
        <w:t>Prefeito Universitário – UFPB</w:t>
      </w:r>
    </w:p>
    <w:p w14:paraId="6BB8E914" w14:textId="6E8068E1" w:rsidR="000F104D" w:rsidRPr="0092721B" w:rsidRDefault="000F104D" w:rsidP="009756B3">
      <w:pPr>
        <w:tabs>
          <w:tab w:val="left" w:pos="1418"/>
        </w:tabs>
        <w:spacing w:line="360" w:lineRule="auto"/>
        <w:ind w:right="-15"/>
        <w:rPr>
          <w:rFonts w:ascii="Times New Roman" w:hAnsi="Times New Roman" w:cs="Times New Roman"/>
          <w:sz w:val="24"/>
        </w:rPr>
      </w:pPr>
    </w:p>
    <w:sectPr w:rsidR="000F104D" w:rsidRPr="0092721B"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9845C" w14:textId="77777777" w:rsidR="008C46D3" w:rsidRDefault="008C46D3">
      <w:r>
        <w:separator/>
      </w:r>
    </w:p>
  </w:endnote>
  <w:endnote w:type="continuationSeparator" w:id="0">
    <w:p w14:paraId="3909E17D" w14:textId="77777777" w:rsidR="008C46D3" w:rsidRDefault="008C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8E919" w14:textId="1AA0277C" w:rsidR="00552422" w:rsidRPr="006E3032" w:rsidRDefault="00552422" w:rsidP="003166C9">
    <w:pPr>
      <w:pStyle w:val="Rodap"/>
      <w:tabs>
        <w:tab w:val="clear" w:pos="8504"/>
        <w:tab w:val="right" w:pos="9071"/>
      </w:tabs>
      <w:rPr>
        <w:rFonts w:ascii="Times New Roman" w:hAnsi="Times New Roman" w:cs="Times New Roman"/>
      </w:rPr>
    </w:pPr>
  </w:p>
  <w:p w14:paraId="469FF10D" w14:textId="77777777"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14:anchorId="63BB9FDA" wp14:editId="2FF053E0">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77D4">
      <w:rPr>
        <w:noProof/>
        <w:sz w:val="18"/>
        <w:szCs w:val="18"/>
      </w:rPr>
      <mc:AlternateContent>
        <mc:Choice Requires="wps">
          <w:drawing>
            <wp:anchor distT="0" distB="0" distL="114300" distR="114300" simplePos="0" relativeHeight="251661312" behindDoc="1" locked="0" layoutInCell="1" allowOverlap="1" wp14:anchorId="31CE7E82" wp14:editId="59D81BAA">
              <wp:simplePos x="0" y="0"/>
              <wp:positionH relativeFrom="page">
                <wp:posOffset>2463749</wp:posOffset>
              </wp:positionH>
              <wp:positionV relativeFrom="page">
                <wp:posOffset>9717227</wp:posOffset>
              </wp:positionV>
              <wp:extent cx="2992120" cy="640080"/>
              <wp:effectExtent l="0" t="0" r="17780" b="762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12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2E5EA" w14:textId="77777777"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01AB3E2B" w14:textId="77777777" w:rsidR="003166C9" w:rsidRPr="00D3096D" w:rsidRDefault="003166C9" w:rsidP="003166C9">
                          <w:pPr>
                            <w:spacing w:line="242" w:lineRule="exact"/>
                            <w:ind w:left="75"/>
                            <w:rPr>
                              <w:rFonts w:ascii="Calibri" w:eastAsia="Calibri" w:hAnsi="Calibri" w:cs="Calibri"/>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CE7E82" id="_x0000_t202" coordsize="21600,21600" o:spt="202" path="m,l,21600r21600,l21600,xe">
              <v:stroke joinstyle="miter"/>
              <v:path gradientshapeok="t" o:connecttype="rect"/>
            </v:shapetype>
            <v:shape id="Caixa de texto 5" o:spid="_x0000_s1026" type="#_x0000_t202" style="position:absolute;left:0;text-align:left;margin-left:194pt;margin-top:765.15pt;width:235.6pt;height:50.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14:paraId="7E32E5EA" w14:textId="77777777"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01AB3E2B" w14:textId="77777777"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mc:Fallback>
      </mc:AlternateContent>
    </w:r>
  </w:p>
  <w:p w14:paraId="00EF4C9A" w14:textId="77777777" w:rsidR="003166C9" w:rsidRPr="00BC77D4" w:rsidRDefault="003166C9" w:rsidP="003166C9">
    <w:pPr>
      <w:spacing w:line="200" w:lineRule="exact"/>
      <w:rPr>
        <w:sz w:val="18"/>
        <w:szCs w:val="18"/>
      </w:rPr>
    </w:pPr>
  </w:p>
  <w:p w14:paraId="775A715B" w14:textId="77777777" w:rsidR="003166C9" w:rsidRPr="00BC77D4" w:rsidRDefault="003166C9" w:rsidP="003166C9">
    <w:pPr>
      <w:pStyle w:val="Rodap"/>
      <w:rPr>
        <w:sz w:val="18"/>
        <w:szCs w:val="18"/>
      </w:rPr>
    </w:pPr>
  </w:p>
  <w:p w14:paraId="6BB8E91C" w14:textId="461309D9"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D2912" w14:textId="77777777" w:rsidR="008C46D3" w:rsidRDefault="008C46D3">
      <w:r>
        <w:separator/>
      </w:r>
    </w:p>
  </w:footnote>
  <w:footnote w:type="continuationSeparator" w:id="0">
    <w:p w14:paraId="6F4A4BEB" w14:textId="77777777" w:rsidR="008C46D3" w:rsidRDefault="008C4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1CDE3" w14:textId="229A75E5"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0</w:t>
    </w:r>
    <w:r w:rsidR="00011730">
      <w:rPr>
        <w:rFonts w:ascii="Calibri" w:hAnsi="Calibri"/>
        <w:i/>
        <w:szCs w:val="20"/>
      </w:rPr>
      <w:t>9</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DC45A5">
      <w:rPr>
        <w:rFonts w:ascii="Calibri" w:hAnsi="Calibri"/>
        <w:i/>
        <w:noProof/>
        <w:szCs w:val="20"/>
      </w:rPr>
      <w:t>29</w:t>
    </w:r>
    <w:r w:rsidRPr="002F343B">
      <w:rPr>
        <w:rFonts w:ascii="Calibri" w:hAnsi="Calibri"/>
        <w:i/>
        <w:szCs w:val="20"/>
      </w:rPr>
      <w:fldChar w:fldCharType="end"/>
    </w:r>
  </w:p>
  <w:p w14:paraId="5ACE8C74" w14:textId="77777777"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2F9D"/>
    <w:rsid w:val="00003298"/>
    <w:rsid w:val="000037F6"/>
    <w:rsid w:val="00006CA3"/>
    <w:rsid w:val="00011730"/>
    <w:rsid w:val="0001305A"/>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326F"/>
    <w:rsid w:val="000F0C63"/>
    <w:rsid w:val="000F104D"/>
    <w:rsid w:val="000F1C1C"/>
    <w:rsid w:val="000F330B"/>
    <w:rsid w:val="000F4088"/>
    <w:rsid w:val="000F4F96"/>
    <w:rsid w:val="000F5A07"/>
    <w:rsid w:val="00100990"/>
    <w:rsid w:val="00105707"/>
    <w:rsid w:val="001075C4"/>
    <w:rsid w:val="001103FF"/>
    <w:rsid w:val="00110D99"/>
    <w:rsid w:val="00113EEB"/>
    <w:rsid w:val="001145F0"/>
    <w:rsid w:val="001156B3"/>
    <w:rsid w:val="00117E15"/>
    <w:rsid w:val="001219B0"/>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5E72"/>
    <w:rsid w:val="002C21FE"/>
    <w:rsid w:val="002C54C1"/>
    <w:rsid w:val="002C64DE"/>
    <w:rsid w:val="002C661C"/>
    <w:rsid w:val="002D6E76"/>
    <w:rsid w:val="002D78B4"/>
    <w:rsid w:val="002D7C8E"/>
    <w:rsid w:val="002E160F"/>
    <w:rsid w:val="002E3F91"/>
    <w:rsid w:val="002E41C6"/>
    <w:rsid w:val="002E4709"/>
    <w:rsid w:val="002E480D"/>
    <w:rsid w:val="002E5F6B"/>
    <w:rsid w:val="002E65FF"/>
    <w:rsid w:val="002E7515"/>
    <w:rsid w:val="002F084D"/>
    <w:rsid w:val="002F1A30"/>
    <w:rsid w:val="002F308B"/>
    <w:rsid w:val="002F710E"/>
    <w:rsid w:val="00310B4A"/>
    <w:rsid w:val="00312A2A"/>
    <w:rsid w:val="00313F2A"/>
    <w:rsid w:val="00314264"/>
    <w:rsid w:val="00314576"/>
    <w:rsid w:val="003153A5"/>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79A2"/>
    <w:rsid w:val="00380632"/>
    <w:rsid w:val="0038139C"/>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94AE7"/>
    <w:rsid w:val="004A0BB9"/>
    <w:rsid w:val="004A3C08"/>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71A9"/>
    <w:rsid w:val="006202CB"/>
    <w:rsid w:val="00623436"/>
    <w:rsid w:val="00626431"/>
    <w:rsid w:val="0063138C"/>
    <w:rsid w:val="00632067"/>
    <w:rsid w:val="006351CD"/>
    <w:rsid w:val="00640423"/>
    <w:rsid w:val="00640F39"/>
    <w:rsid w:val="006412B4"/>
    <w:rsid w:val="00645010"/>
    <w:rsid w:val="006520F3"/>
    <w:rsid w:val="00655080"/>
    <w:rsid w:val="00655AAF"/>
    <w:rsid w:val="00656A30"/>
    <w:rsid w:val="00657E82"/>
    <w:rsid w:val="006632EC"/>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B6DB2"/>
    <w:rsid w:val="006C17A0"/>
    <w:rsid w:val="006D27E3"/>
    <w:rsid w:val="006D3E91"/>
    <w:rsid w:val="006D4135"/>
    <w:rsid w:val="006E09F2"/>
    <w:rsid w:val="006E1E3F"/>
    <w:rsid w:val="006E3032"/>
    <w:rsid w:val="006E721C"/>
    <w:rsid w:val="006F3EE2"/>
    <w:rsid w:val="006F5A50"/>
    <w:rsid w:val="00700CBD"/>
    <w:rsid w:val="007028C7"/>
    <w:rsid w:val="00704115"/>
    <w:rsid w:val="00704462"/>
    <w:rsid w:val="00707224"/>
    <w:rsid w:val="00710C7E"/>
    <w:rsid w:val="00716DDF"/>
    <w:rsid w:val="0072373D"/>
    <w:rsid w:val="00726F2D"/>
    <w:rsid w:val="007305B1"/>
    <w:rsid w:val="0073215F"/>
    <w:rsid w:val="00733DE0"/>
    <w:rsid w:val="007357C5"/>
    <w:rsid w:val="00737AA8"/>
    <w:rsid w:val="0074032D"/>
    <w:rsid w:val="00740D25"/>
    <w:rsid w:val="00741328"/>
    <w:rsid w:val="007454DF"/>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51CC"/>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559F"/>
    <w:rsid w:val="0092721B"/>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68FB"/>
    <w:rsid w:val="009E04B3"/>
    <w:rsid w:val="009E0DFC"/>
    <w:rsid w:val="009E1880"/>
    <w:rsid w:val="009E2160"/>
    <w:rsid w:val="009E51DF"/>
    <w:rsid w:val="009E5B74"/>
    <w:rsid w:val="009E7C14"/>
    <w:rsid w:val="009F050F"/>
    <w:rsid w:val="009F419C"/>
    <w:rsid w:val="009F43E0"/>
    <w:rsid w:val="009F4E7C"/>
    <w:rsid w:val="009F56A1"/>
    <w:rsid w:val="009F63D7"/>
    <w:rsid w:val="00A00606"/>
    <w:rsid w:val="00A013A6"/>
    <w:rsid w:val="00A055A5"/>
    <w:rsid w:val="00A12A7C"/>
    <w:rsid w:val="00A1330E"/>
    <w:rsid w:val="00A14A64"/>
    <w:rsid w:val="00A3356C"/>
    <w:rsid w:val="00A402A1"/>
    <w:rsid w:val="00A44175"/>
    <w:rsid w:val="00A44914"/>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A1165"/>
    <w:rsid w:val="00AA3F31"/>
    <w:rsid w:val="00AA4625"/>
    <w:rsid w:val="00AA4C77"/>
    <w:rsid w:val="00AB1D7F"/>
    <w:rsid w:val="00AB1F1A"/>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72B3"/>
    <w:rsid w:val="00B67C5C"/>
    <w:rsid w:val="00B70DEE"/>
    <w:rsid w:val="00B72D07"/>
    <w:rsid w:val="00B76DB6"/>
    <w:rsid w:val="00B77DBF"/>
    <w:rsid w:val="00B810DF"/>
    <w:rsid w:val="00B81FBB"/>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A7E2C"/>
    <w:rsid w:val="00CB3B2A"/>
    <w:rsid w:val="00CB3B71"/>
    <w:rsid w:val="00CB766B"/>
    <w:rsid w:val="00CC0DEB"/>
    <w:rsid w:val="00CC356D"/>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6DCE"/>
    <w:rsid w:val="00D407A9"/>
    <w:rsid w:val="00D5130A"/>
    <w:rsid w:val="00D51769"/>
    <w:rsid w:val="00D51DD9"/>
    <w:rsid w:val="00D522D8"/>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5A5"/>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5854"/>
    <w:rsid w:val="00E628AD"/>
    <w:rsid w:val="00E64339"/>
    <w:rsid w:val="00E677BD"/>
    <w:rsid w:val="00E70C44"/>
    <w:rsid w:val="00E72B6E"/>
    <w:rsid w:val="00E74BE2"/>
    <w:rsid w:val="00E824F5"/>
    <w:rsid w:val="00E8341B"/>
    <w:rsid w:val="00E872A7"/>
    <w:rsid w:val="00E93527"/>
    <w:rsid w:val="00E94687"/>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7F14"/>
    <w:rsid w:val="00ED4217"/>
    <w:rsid w:val="00ED450E"/>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BB8E765"/>
  <w15:docId w15:val="{9BC516DF-2B1B-40E1-B79B-BA28EAFCD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25D4A-44BE-4129-BFA8-2BA131960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541</TotalTime>
  <Pages>29</Pages>
  <Words>9468</Words>
  <Characters>51129</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60477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71</cp:revision>
  <cp:lastPrinted>2010-11-03T19:07:00Z</cp:lastPrinted>
  <dcterms:created xsi:type="dcterms:W3CDTF">2014-01-21T12:30:00Z</dcterms:created>
  <dcterms:modified xsi:type="dcterms:W3CDTF">2016-08-02T12:41:00Z</dcterms:modified>
</cp:coreProperties>
</file>